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799" w:rsidRPr="00A95DBE" w:rsidRDefault="006C7799" w:rsidP="00C54440">
      <w:pPr>
        <w:jc w:val="center"/>
        <w:rPr>
          <w:rFonts w:ascii="仿宋_GB2312" w:eastAsia="仿宋_GB2312" w:cs="Times New Roman"/>
          <w:b/>
          <w:bCs/>
          <w:sz w:val="36"/>
          <w:szCs w:val="36"/>
        </w:rPr>
      </w:pPr>
      <w:r>
        <w:rPr>
          <w:rFonts w:ascii="仿宋_GB2312" w:eastAsia="仿宋_GB2312" w:hAnsi="宋体" w:cs="仿宋_GB2312"/>
          <w:b/>
          <w:bCs/>
          <w:sz w:val="36"/>
          <w:szCs w:val="36"/>
        </w:rPr>
        <w:t>2010-</w:t>
      </w:r>
      <w:r w:rsidRPr="00A95DBE">
        <w:rPr>
          <w:rFonts w:ascii="仿宋_GB2312" w:eastAsia="仿宋_GB2312" w:hAnsi="宋体" w:cs="仿宋_GB2312"/>
          <w:b/>
          <w:bCs/>
          <w:sz w:val="36"/>
          <w:szCs w:val="36"/>
        </w:rPr>
        <w:t>2011</w:t>
      </w:r>
      <w:r w:rsidRPr="00A95DBE">
        <w:rPr>
          <w:rFonts w:ascii="仿宋_GB2312" w:eastAsia="仿宋_GB2312" w:hAnsi="宋体" w:cs="仿宋_GB2312" w:hint="eastAsia"/>
          <w:b/>
          <w:bCs/>
          <w:sz w:val="36"/>
          <w:szCs w:val="36"/>
        </w:rPr>
        <w:t>年</w:t>
      </w:r>
      <w:r>
        <w:rPr>
          <w:rFonts w:ascii="仿宋_GB2312" w:eastAsia="仿宋_GB2312" w:hAnsi="宋体" w:cs="仿宋_GB2312" w:hint="eastAsia"/>
          <w:b/>
          <w:bCs/>
          <w:sz w:val="36"/>
          <w:szCs w:val="36"/>
        </w:rPr>
        <w:t>度全国</w:t>
      </w:r>
      <w:r w:rsidRPr="00A95DBE">
        <w:rPr>
          <w:rFonts w:ascii="仿宋_GB2312" w:eastAsia="仿宋_GB2312" w:hAnsi="宋体" w:cs="仿宋_GB2312" w:hint="eastAsia"/>
          <w:b/>
          <w:bCs/>
          <w:sz w:val="36"/>
          <w:szCs w:val="36"/>
        </w:rPr>
        <w:t>优秀社会体育指导员</w:t>
      </w:r>
      <w:r>
        <w:rPr>
          <w:rFonts w:ascii="仿宋_GB2312" w:eastAsia="仿宋_GB2312" w:hAnsi="宋体" w:cs="仿宋_GB2312" w:hint="eastAsia"/>
          <w:b/>
          <w:bCs/>
          <w:sz w:val="36"/>
          <w:szCs w:val="36"/>
        </w:rPr>
        <w:t>名单</w:t>
      </w:r>
    </w:p>
    <w:p w:rsidR="006C7799" w:rsidRPr="00A95DBE" w:rsidRDefault="006C7799" w:rsidP="004605D3">
      <w:pPr>
        <w:rPr>
          <w:rFonts w:ascii="仿宋_GB2312" w:eastAsia="仿宋_GB2312" w:hAnsi="仿宋" w:cs="仿宋_GB2312"/>
          <w:b/>
          <w:bCs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b/>
          <w:bCs/>
          <w:sz w:val="32"/>
          <w:szCs w:val="32"/>
        </w:rPr>
        <w:t>北京市</w:t>
      </w:r>
      <w:r w:rsidRPr="00A95DBE">
        <w:rPr>
          <w:rFonts w:ascii="仿宋_GB2312" w:eastAsia="仿宋_GB2312" w:hAnsi="仿宋" w:cs="仿宋_GB2312"/>
          <w:b/>
          <w:bCs/>
          <w:sz w:val="32"/>
          <w:szCs w:val="32"/>
        </w:rPr>
        <w:t xml:space="preserve"> 40</w:t>
      </w:r>
      <w:r w:rsidRPr="00A95DBE">
        <w:rPr>
          <w:rFonts w:ascii="仿宋_GB2312" w:eastAsia="仿宋_GB2312" w:hAnsi="仿宋" w:cs="仿宋_GB2312" w:hint="eastAsia"/>
          <w:b/>
          <w:bCs/>
          <w:sz w:val="32"/>
          <w:szCs w:val="32"/>
        </w:rPr>
        <w:t>人</w:t>
      </w:r>
      <w:r w:rsidRPr="00A95DBE">
        <w:rPr>
          <w:rFonts w:ascii="仿宋_GB2312" w:eastAsia="仿宋_GB2312" w:hAnsi="仿宋" w:cs="仿宋_GB2312"/>
          <w:b/>
          <w:bCs/>
          <w:sz w:val="32"/>
          <w:szCs w:val="32"/>
        </w:rPr>
        <w:t xml:space="preserve"> </w:t>
      </w:r>
    </w:p>
    <w:p w:rsidR="006C7799" w:rsidRPr="00A95DBE" w:rsidRDefault="006C7799" w:rsidP="004605D3">
      <w:pPr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</w:pP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李东辉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刘广泉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杜兴贵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刚毅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白钢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何美龙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毕凤琴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侯宝龙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李军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滕丽华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赵秀丽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魏淑英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殷志勇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郭书玲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武爱铭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刘振钰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张艳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丁尔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刘桂香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贾光龙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李艳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黄庆华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吴志勇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刘金涛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马丽娟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高富春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陈玉起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杨金萌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王玉玲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项立志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闫虹霞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刘英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宿苏云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池深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刘永花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徐玉苓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骆秉全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耿学贵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王薇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 w:hint="eastAsia"/>
          <w:i w:val="0"/>
          <w:iCs w:val="0"/>
          <w:sz w:val="32"/>
          <w:szCs w:val="32"/>
        </w:rPr>
        <w:t>唐可明</w:t>
      </w:r>
      <w:r w:rsidRPr="00A95DBE">
        <w:rPr>
          <w:rStyle w:val="Emphasis"/>
          <w:rFonts w:ascii="仿宋_GB2312" w:eastAsia="仿宋_GB2312" w:hAnsi="仿宋" w:cs="仿宋_GB2312"/>
          <w:i w:val="0"/>
          <w:iCs w:val="0"/>
          <w:sz w:val="32"/>
          <w:szCs w:val="32"/>
        </w:rPr>
        <w:t xml:space="preserve"> </w:t>
      </w:r>
    </w:p>
    <w:p w:rsidR="006C7799" w:rsidRPr="00A95DBE" w:rsidRDefault="006C7799" w:rsidP="004605D3">
      <w:pPr>
        <w:rPr>
          <w:rStyle w:val="Emphasis"/>
          <w:rFonts w:ascii="仿宋_GB2312" w:eastAsia="仿宋_GB2312" w:hAnsi="仿宋"/>
          <w:b/>
          <w:bCs/>
          <w:i w:val="0"/>
          <w:iCs w:val="0"/>
          <w:sz w:val="32"/>
          <w:szCs w:val="32"/>
        </w:rPr>
      </w:pP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天津市</w:t>
      </w:r>
      <w:r w:rsidRPr="00A95DBE">
        <w:rPr>
          <w:rStyle w:val="Emphasis"/>
          <w:rFonts w:ascii="仿宋_GB2312" w:eastAsia="仿宋_GB2312" w:hAnsi="仿宋" w:cs="仿宋_GB2312"/>
          <w:b/>
          <w:bCs/>
          <w:i w:val="0"/>
          <w:iCs w:val="0"/>
          <w:sz w:val="32"/>
          <w:szCs w:val="32"/>
        </w:rPr>
        <w:t xml:space="preserve"> 17</w:t>
      </w: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人</w:t>
      </w:r>
    </w:p>
    <w:p w:rsidR="006C7799" w:rsidRPr="00A95DBE" w:rsidRDefault="006C7799" w:rsidP="00486D89">
      <w:pPr>
        <w:rPr>
          <w:rFonts w:ascii="仿宋_GB2312" w:eastAsia="仿宋_GB2312" w:hAnsi="仿宋" w:cs="仿宋_GB2312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胡凤玉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李德起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于秀敏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鲍雅齐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王桂玲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杜革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罗敏琴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李淑新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陈凤荣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李俊禹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祖国富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杨立柱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刘兆更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张长在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澹台桂英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许学军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侯晓冬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6C7799" w:rsidRPr="00A95DBE" w:rsidRDefault="006C7799" w:rsidP="004605D3">
      <w:pPr>
        <w:rPr>
          <w:rStyle w:val="Emphasis"/>
          <w:rFonts w:ascii="仿宋_GB2312" w:eastAsia="仿宋_GB2312" w:hAnsi="仿宋"/>
          <w:b/>
          <w:bCs/>
          <w:i w:val="0"/>
          <w:iCs w:val="0"/>
          <w:sz w:val="32"/>
          <w:szCs w:val="32"/>
        </w:rPr>
      </w:pP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河北省</w:t>
      </w:r>
      <w:r w:rsidRPr="00A95DBE">
        <w:rPr>
          <w:rStyle w:val="Emphasis"/>
          <w:rFonts w:ascii="仿宋_GB2312" w:eastAsia="仿宋_GB2312" w:hAnsi="仿宋" w:cs="仿宋_GB2312"/>
          <w:b/>
          <w:bCs/>
          <w:i w:val="0"/>
          <w:iCs w:val="0"/>
          <w:sz w:val="32"/>
          <w:szCs w:val="32"/>
        </w:rPr>
        <w:t xml:space="preserve"> 35</w:t>
      </w: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人</w:t>
      </w:r>
    </w:p>
    <w:p w:rsidR="006C7799" w:rsidRPr="00A95DBE" w:rsidRDefault="006C7799" w:rsidP="005E4E0A">
      <w:pPr>
        <w:rPr>
          <w:rFonts w:ascii="仿宋_GB2312" w:eastAsia="仿宋_GB2312" w:hAnsi="仿宋" w:cs="仿宋_GB2312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刘国英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李凤萍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刘双云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smartTag w:uri="urn:schemas-microsoft-com:office:smarttags" w:element="PersonName">
        <w:smartTagPr>
          <w:attr w:name="ProductID" w:val="常美"/>
        </w:smartTagPr>
        <w:r w:rsidRPr="00A95DBE">
          <w:rPr>
            <w:rFonts w:ascii="仿宋_GB2312" w:eastAsia="仿宋_GB2312" w:hAnsi="仿宋" w:cs="仿宋_GB2312" w:hint="eastAsia"/>
            <w:sz w:val="32"/>
            <w:szCs w:val="32"/>
          </w:rPr>
          <w:t>常美</w:t>
        </w:r>
      </w:smartTag>
      <w:r w:rsidRPr="00A95DBE">
        <w:rPr>
          <w:rFonts w:ascii="仿宋_GB2312" w:eastAsia="仿宋_GB2312" w:hAnsi="仿宋" w:cs="仿宋_GB2312" w:hint="eastAsia"/>
          <w:sz w:val="32"/>
          <w:szCs w:val="32"/>
        </w:rPr>
        <w:t>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王二珍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赵秀芬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杨玉华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李冠三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赵</w:t>
      </w:r>
      <w:r>
        <w:rPr>
          <w:rFonts w:ascii="仿宋_GB2312" w:eastAsia="仿宋_GB2312" w:hAnsi="仿宋" w:cs="仿宋_GB2312" w:hint="eastAsia"/>
          <w:sz w:val="32"/>
          <w:szCs w:val="32"/>
        </w:rPr>
        <w:t>廷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铭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韩树华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肖宗富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王秀枝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陈秀荣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陈艳玲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黄培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张静梅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张社立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范瑞琴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王贺亭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马</w:t>
      </w:r>
      <w:r>
        <w:rPr>
          <w:rFonts w:ascii="仿宋_GB2312" w:eastAsia="仿宋_GB2312" w:hAnsi="仿宋" w:cs="仿宋_GB2312" w:hint="eastAsia"/>
          <w:sz w:val="32"/>
          <w:szCs w:val="32"/>
        </w:rPr>
        <w:t>佩茹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孙晓梅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吴春鸣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王喜禄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聂路芬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孟淑玲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赵敏志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芦平平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曹静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李增廷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王建利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徐建军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刘淑芹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石宗泽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张才斌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刘翠花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6C7799" w:rsidRPr="00A95DBE" w:rsidRDefault="006C7799" w:rsidP="004605D3">
      <w:pPr>
        <w:rPr>
          <w:rStyle w:val="Emphasis"/>
          <w:rFonts w:ascii="仿宋_GB2312" w:eastAsia="仿宋_GB2312" w:hAnsi="仿宋"/>
          <w:b/>
          <w:bCs/>
          <w:i w:val="0"/>
          <w:iCs w:val="0"/>
          <w:sz w:val="32"/>
          <w:szCs w:val="32"/>
        </w:rPr>
      </w:pP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山西省</w:t>
      </w:r>
      <w:r w:rsidRPr="00A95DBE">
        <w:rPr>
          <w:rStyle w:val="Emphasis"/>
          <w:rFonts w:ascii="仿宋_GB2312" w:eastAsia="仿宋_GB2312" w:hAnsi="仿宋" w:cs="仿宋_GB2312"/>
          <w:b/>
          <w:bCs/>
          <w:i w:val="0"/>
          <w:iCs w:val="0"/>
          <w:sz w:val="32"/>
          <w:szCs w:val="32"/>
        </w:rPr>
        <w:t xml:space="preserve"> 30</w:t>
      </w: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人</w:t>
      </w:r>
    </w:p>
    <w:p w:rsidR="006C7799" w:rsidRPr="00A95DBE" w:rsidRDefault="006C7799" w:rsidP="00663CE3">
      <w:pPr>
        <w:rPr>
          <w:rFonts w:ascii="仿宋_GB2312" w:eastAsia="仿宋_GB2312" w:hAnsi="仿宋" w:cs="仿宋_GB2312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李仁喜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邵珖璞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刘金根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李玉珠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马茂华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田国珍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>
        <w:rPr>
          <w:rFonts w:ascii="仿宋_GB2312" w:eastAsia="仿宋_GB2312" w:hAnsi="仿宋" w:cs="仿宋_GB2312" w:hint="eastAsia"/>
          <w:sz w:val="32"/>
          <w:szCs w:val="32"/>
        </w:rPr>
        <w:t>王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翠娥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杨鲜花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>
        <w:rPr>
          <w:rFonts w:ascii="仿宋_GB2312" w:eastAsia="仿宋_GB2312" w:hAnsi="仿宋" w:cs="仿宋_GB2312" w:hint="eastAsia"/>
          <w:sz w:val="32"/>
          <w:szCs w:val="32"/>
        </w:rPr>
        <w:t>褚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田怀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>
        <w:rPr>
          <w:rFonts w:ascii="仿宋_GB2312" w:eastAsia="仿宋_GB2312" w:hAnsi="仿宋" w:cs="仿宋_GB2312" w:hint="eastAsia"/>
          <w:sz w:val="32"/>
          <w:szCs w:val="32"/>
        </w:rPr>
        <w:t>余未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马彦春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刘永红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褚黑牛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李美萍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刘毓信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莫秀英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孙小保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马瑞宏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程晓芹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马玉琴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蔡雷飚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张建忠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田柳娜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郭长福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焦勇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王志远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米晓丽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>
        <w:rPr>
          <w:rFonts w:ascii="仿宋_GB2312" w:eastAsia="仿宋_GB2312" w:hAnsi="仿宋" w:cs="仿宋_GB2312" w:hint="eastAsia"/>
          <w:sz w:val="32"/>
          <w:szCs w:val="32"/>
        </w:rPr>
        <w:t>任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建峰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乔先苗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6C7799" w:rsidRPr="00A95DBE" w:rsidRDefault="006C7799" w:rsidP="004605D3">
      <w:pPr>
        <w:rPr>
          <w:rStyle w:val="Emphasis"/>
          <w:rFonts w:ascii="仿宋_GB2312" w:eastAsia="仿宋_GB2312" w:hAnsi="仿宋"/>
          <w:b/>
          <w:bCs/>
          <w:i w:val="0"/>
          <w:iCs w:val="0"/>
          <w:sz w:val="32"/>
          <w:szCs w:val="32"/>
        </w:rPr>
      </w:pP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内蒙古自治区</w:t>
      </w:r>
      <w:r w:rsidRPr="00A95DBE">
        <w:rPr>
          <w:rStyle w:val="Emphasis"/>
          <w:rFonts w:ascii="仿宋_GB2312" w:eastAsia="仿宋_GB2312" w:hAnsi="仿宋" w:cs="仿宋_GB2312"/>
          <w:b/>
          <w:bCs/>
          <w:i w:val="0"/>
          <w:iCs w:val="0"/>
          <w:sz w:val="32"/>
          <w:szCs w:val="32"/>
        </w:rPr>
        <w:t xml:space="preserve"> 19</w:t>
      </w: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人</w:t>
      </w:r>
    </w:p>
    <w:p w:rsidR="006C7799" w:rsidRPr="00A95DBE" w:rsidRDefault="006C7799" w:rsidP="007963B1">
      <w:pPr>
        <w:rPr>
          <w:rFonts w:ascii="仿宋_GB2312" w:eastAsia="仿宋_GB2312" w:hAnsi="仿宋" w:cs="仿宋_GB2312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周秀琴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张文莲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张树馨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罗毅永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邢淑臣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张新荣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徐翠娟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冯天禹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马志学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李有泉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宋玉杰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李钧恩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张水义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陈洁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张铁兵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鞠振吉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银花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鲁长岭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6C7799" w:rsidRPr="00A95DBE" w:rsidRDefault="006C7799" w:rsidP="004605D3">
      <w:pPr>
        <w:rPr>
          <w:rStyle w:val="Emphasis"/>
          <w:rFonts w:ascii="仿宋_GB2312" w:eastAsia="仿宋_GB2312" w:hAnsi="仿宋"/>
          <w:b/>
          <w:bCs/>
          <w:i w:val="0"/>
          <w:iCs w:val="0"/>
          <w:sz w:val="32"/>
          <w:szCs w:val="32"/>
        </w:rPr>
      </w:pP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辽宁省</w:t>
      </w:r>
      <w:r w:rsidRPr="00A95DBE">
        <w:rPr>
          <w:rStyle w:val="Emphasis"/>
          <w:rFonts w:ascii="仿宋_GB2312" w:eastAsia="仿宋_GB2312" w:hAnsi="仿宋" w:cs="仿宋_GB2312"/>
          <w:b/>
          <w:bCs/>
          <w:i w:val="0"/>
          <w:iCs w:val="0"/>
          <w:sz w:val="32"/>
          <w:szCs w:val="32"/>
        </w:rPr>
        <w:t xml:space="preserve"> 34</w:t>
      </w: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人</w:t>
      </w:r>
    </w:p>
    <w:p w:rsidR="006C7799" w:rsidRPr="00A95DBE" w:rsidRDefault="006C7799" w:rsidP="000B7707">
      <w:pPr>
        <w:rPr>
          <w:rFonts w:ascii="仿宋_GB2312" w:eastAsia="仿宋_GB2312" w:hAnsi="仿宋" w:cs="仿宋_GB2312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刘江霞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李铭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李金鹏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王玉凤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聂承凯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刘刚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刘书德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刘业年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黄先荣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刘文杰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赵桂月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林文英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王彩琴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王文岩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于环春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侯又新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李恒</w:t>
      </w:r>
      <w:r>
        <w:rPr>
          <w:rFonts w:ascii="仿宋_GB2312" w:eastAsia="仿宋_GB2312" w:hAnsi="仿宋" w:cs="仿宋_GB2312" w:hint="eastAsia"/>
          <w:sz w:val="32"/>
          <w:szCs w:val="32"/>
        </w:rPr>
        <w:t>存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宋金苁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丁瑞芝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张岚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石海梅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解久江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张震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何立军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闫淑云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荆艳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吴琪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白树文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于枫枝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赵建国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齐</w:t>
      </w:r>
      <w:r>
        <w:rPr>
          <w:rFonts w:ascii="仿宋_GB2312" w:eastAsia="仿宋_GB2312" w:hAnsi="仿宋" w:cs="仿宋_GB2312" w:hint="eastAsia"/>
          <w:sz w:val="32"/>
          <w:szCs w:val="32"/>
        </w:rPr>
        <w:t>东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梅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李利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赵兢新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陈志刚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6C7799" w:rsidRPr="00A95DBE" w:rsidRDefault="006C7799" w:rsidP="004605D3">
      <w:pPr>
        <w:rPr>
          <w:rStyle w:val="Emphasis"/>
          <w:rFonts w:ascii="仿宋_GB2312" w:eastAsia="仿宋_GB2312" w:hAnsi="仿宋"/>
          <w:b/>
          <w:bCs/>
          <w:i w:val="0"/>
          <w:iCs w:val="0"/>
          <w:sz w:val="32"/>
          <w:szCs w:val="32"/>
        </w:rPr>
      </w:pP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吉林省</w:t>
      </w:r>
      <w:r w:rsidRPr="00A95DBE">
        <w:rPr>
          <w:rStyle w:val="Emphasis"/>
          <w:rFonts w:ascii="仿宋_GB2312" w:eastAsia="仿宋_GB2312" w:hAnsi="仿宋" w:cs="仿宋_GB2312"/>
          <w:b/>
          <w:bCs/>
          <w:i w:val="0"/>
          <w:iCs w:val="0"/>
          <w:sz w:val="32"/>
          <w:szCs w:val="32"/>
        </w:rPr>
        <w:t xml:space="preserve"> 10</w:t>
      </w: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人</w:t>
      </w:r>
    </w:p>
    <w:p w:rsidR="006C7799" w:rsidRPr="00A95DBE" w:rsidRDefault="006C7799" w:rsidP="008F5E30">
      <w:pPr>
        <w:rPr>
          <w:rFonts w:ascii="仿宋_GB2312" w:eastAsia="仿宋_GB2312" w:hAnsi="仿宋" w:cs="仿宋_GB2312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李秀平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富琪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苏英阁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戴艳华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王凤鸣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李义臣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刑晓喜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刘宏国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石玉臣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崔凤香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6C7799" w:rsidRPr="00A95DBE" w:rsidRDefault="006C7799" w:rsidP="004605D3">
      <w:pPr>
        <w:rPr>
          <w:rStyle w:val="Emphasis"/>
          <w:rFonts w:ascii="仿宋_GB2312" w:eastAsia="仿宋_GB2312" w:hAnsi="仿宋"/>
          <w:b/>
          <w:bCs/>
          <w:i w:val="0"/>
          <w:iCs w:val="0"/>
          <w:sz w:val="32"/>
          <w:szCs w:val="32"/>
        </w:rPr>
      </w:pP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黑龙江省</w:t>
      </w:r>
      <w:r w:rsidRPr="00A95DBE">
        <w:rPr>
          <w:rStyle w:val="Emphasis"/>
          <w:rFonts w:ascii="仿宋_GB2312" w:eastAsia="仿宋_GB2312" w:hAnsi="仿宋" w:cs="仿宋_GB2312"/>
          <w:b/>
          <w:bCs/>
          <w:i w:val="0"/>
          <w:iCs w:val="0"/>
          <w:sz w:val="32"/>
          <w:szCs w:val="32"/>
        </w:rPr>
        <w:t xml:space="preserve"> 8</w:t>
      </w: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人</w:t>
      </w:r>
    </w:p>
    <w:p w:rsidR="006C7799" w:rsidRPr="00A95DBE" w:rsidRDefault="006C7799" w:rsidP="004605D3">
      <w:pPr>
        <w:rPr>
          <w:rFonts w:ascii="仿宋_GB2312" w:eastAsia="仿宋_GB2312" w:hAnsi="仿宋" w:cs="Times New Roman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衣世兵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孙奭琪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高德明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张玉明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刘月梅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孙晶彬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徐丽华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董淑芳</w:t>
      </w:r>
    </w:p>
    <w:p w:rsidR="006C7799" w:rsidRPr="00A95DBE" w:rsidRDefault="006C7799" w:rsidP="004605D3">
      <w:pPr>
        <w:rPr>
          <w:rFonts w:ascii="仿宋_GB2312" w:eastAsia="仿宋_GB2312" w:hAnsi="仿宋" w:cs="Times New Roman"/>
          <w:b/>
          <w:bCs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b/>
          <w:bCs/>
          <w:sz w:val="32"/>
          <w:szCs w:val="32"/>
        </w:rPr>
        <w:t>上海市</w:t>
      </w:r>
      <w:r w:rsidRPr="00A95DBE">
        <w:rPr>
          <w:rFonts w:ascii="仿宋_GB2312" w:eastAsia="仿宋_GB2312" w:hAnsi="仿宋" w:cs="仿宋_GB2312"/>
          <w:b/>
          <w:bCs/>
          <w:sz w:val="32"/>
          <w:szCs w:val="32"/>
        </w:rPr>
        <w:t xml:space="preserve"> 36</w:t>
      </w:r>
      <w:r w:rsidRPr="00A95DBE">
        <w:rPr>
          <w:rFonts w:ascii="仿宋_GB2312" w:eastAsia="仿宋_GB2312" w:hAnsi="仿宋" w:cs="仿宋_GB2312" w:hint="eastAsia"/>
          <w:b/>
          <w:bCs/>
          <w:sz w:val="32"/>
          <w:szCs w:val="32"/>
        </w:rPr>
        <w:t>人</w:t>
      </w:r>
    </w:p>
    <w:p w:rsidR="006C7799" w:rsidRDefault="006C7799" w:rsidP="004605D3">
      <w:pPr>
        <w:rPr>
          <w:rFonts w:ascii="仿宋_GB2312" w:eastAsia="仿宋_GB2312" w:hAnsi="仿宋" w:cs="Times New Roman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陈美丽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唐龙娟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张国忠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梅利群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倪晓韵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孙丽毅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鲁谨慎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6C7799" w:rsidRPr="00A95DBE" w:rsidRDefault="006C7799" w:rsidP="004605D3">
      <w:pPr>
        <w:rPr>
          <w:rFonts w:ascii="仿宋_GB2312" w:eastAsia="仿宋_GB2312" w:hAnsi="仿宋" w:cs="仿宋_GB2312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欧阳仪贞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陶思聪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>
        <w:rPr>
          <w:rFonts w:ascii="仿宋_GB2312" w:eastAsia="仿宋_GB2312" w:hAnsi="仿宋" w:cs="仿宋_GB2312" w:hint="eastAsia"/>
          <w:sz w:val="32"/>
          <w:szCs w:val="32"/>
        </w:rPr>
        <w:t>庄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建申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顾靖坤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石双林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宋建明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蒋炜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刘榴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王海平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王莉萍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叶善龙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张美华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马美芳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张佩雯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翁露露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smartTag w:uri="urn:schemas-microsoft-com:office:smarttags" w:element="PersonName">
        <w:smartTagPr>
          <w:attr w:name="ProductID" w:val="李"/>
        </w:smartTagPr>
        <w:r w:rsidRPr="00A95DBE">
          <w:rPr>
            <w:rFonts w:ascii="仿宋_GB2312" w:eastAsia="仿宋_GB2312" w:hAnsi="仿宋" w:cs="仿宋_GB2312" w:hint="eastAsia"/>
            <w:sz w:val="32"/>
            <w:szCs w:val="32"/>
          </w:rPr>
          <w:t>李</w:t>
        </w:r>
      </w:smartTag>
      <w:r w:rsidRPr="00A95DBE">
        <w:rPr>
          <w:rFonts w:ascii="仿宋_GB2312" w:eastAsia="仿宋_GB2312" w:hAnsi="仿宋" w:cs="仿宋_GB2312" w:hint="eastAsia"/>
          <w:sz w:val="32"/>
          <w:szCs w:val="32"/>
        </w:rPr>
        <w:t>君仙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陈佳美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顾仁娟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茅建春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C54440">
        <w:rPr>
          <w:rFonts w:ascii="仿宋_GB2312" w:eastAsia="仿宋_GB2312" w:hAnsi="仿宋" w:cs="仿宋_GB2312" w:hint="eastAsia"/>
          <w:sz w:val="32"/>
          <w:szCs w:val="32"/>
        </w:rPr>
        <w:t>黄</w:t>
      </w:r>
      <w:r w:rsidRPr="00C54440">
        <w:rPr>
          <w:rFonts w:ascii="方正风雅宋简体" w:hAnsi="宋体" w:cs="宋体" w:hint="eastAsia"/>
          <w:sz w:val="30"/>
          <w:szCs w:val="30"/>
        </w:rPr>
        <w:t>蕰</w:t>
      </w:r>
      <w:r w:rsidRPr="00C54440">
        <w:rPr>
          <w:rFonts w:ascii="仿宋_GB2312" w:eastAsia="仿宋_GB2312" w:hAnsi="仿宋" w:cs="仿宋_GB2312" w:hint="eastAsia"/>
          <w:sz w:val="32"/>
          <w:szCs w:val="32"/>
        </w:rPr>
        <w:t>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杨小凤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许亮娥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许晓华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刘金美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管龙奎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朱巧云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谢洪珠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陆杏珍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施红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6C7799" w:rsidRPr="00A95DBE" w:rsidRDefault="006C7799" w:rsidP="004605D3">
      <w:pPr>
        <w:rPr>
          <w:rFonts w:ascii="仿宋_GB2312" w:eastAsia="仿宋_GB2312" w:hAnsi="仿宋" w:cs="Times New Roman"/>
          <w:b/>
          <w:bCs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b/>
          <w:bCs/>
          <w:sz w:val="32"/>
          <w:szCs w:val="32"/>
        </w:rPr>
        <w:t>江苏省</w:t>
      </w:r>
      <w:r w:rsidRPr="00A95DBE">
        <w:rPr>
          <w:rFonts w:ascii="仿宋_GB2312" w:eastAsia="仿宋_GB2312" w:hAnsi="仿宋" w:cs="仿宋_GB2312"/>
          <w:b/>
          <w:bCs/>
          <w:sz w:val="32"/>
          <w:szCs w:val="32"/>
        </w:rPr>
        <w:t xml:space="preserve"> 1</w:t>
      </w:r>
      <w:r>
        <w:rPr>
          <w:rFonts w:ascii="仿宋_GB2312" w:eastAsia="仿宋_GB2312" w:hAnsi="仿宋" w:cs="仿宋_GB2312"/>
          <w:b/>
          <w:bCs/>
          <w:sz w:val="32"/>
          <w:szCs w:val="32"/>
        </w:rPr>
        <w:t>48</w:t>
      </w:r>
      <w:r w:rsidRPr="00A95DBE">
        <w:rPr>
          <w:rFonts w:ascii="仿宋_GB2312" w:eastAsia="仿宋_GB2312" w:hAnsi="仿宋" w:cs="仿宋_GB2312" w:hint="eastAsia"/>
          <w:b/>
          <w:bCs/>
          <w:sz w:val="32"/>
          <w:szCs w:val="32"/>
        </w:rPr>
        <w:t>人</w:t>
      </w:r>
    </w:p>
    <w:p w:rsidR="006C7799" w:rsidRPr="00A95DBE" w:rsidRDefault="006C7799" w:rsidP="00DE5C81">
      <w:pPr>
        <w:rPr>
          <w:rFonts w:ascii="仿宋_GB2312" w:eastAsia="仿宋_GB2312" w:hAnsi="仿宋" w:cs="仿宋_GB2312"/>
          <w:sz w:val="32"/>
          <w:szCs w:val="32"/>
        </w:rPr>
      </w:pPr>
      <w:smartTag w:uri="urn:schemas-microsoft-com:office:smarttags" w:element="PersonName">
        <w:smartTagPr>
          <w:attr w:name="ProductID" w:val="王建"/>
        </w:smartTagPr>
        <w:r w:rsidRPr="00A95DBE">
          <w:rPr>
            <w:rFonts w:ascii="仿宋_GB2312" w:eastAsia="仿宋_GB2312" w:hAnsi="仿宋" w:cs="仿宋_GB2312" w:hint="eastAsia"/>
            <w:sz w:val="32"/>
            <w:szCs w:val="32"/>
          </w:rPr>
          <w:t>王建</w:t>
        </w:r>
      </w:smartTag>
      <w:r w:rsidRPr="00A95DBE">
        <w:rPr>
          <w:rFonts w:ascii="仿宋_GB2312" w:eastAsia="仿宋_GB2312" w:hAnsi="仿宋" w:cs="仿宋_GB2312" w:hint="eastAsia"/>
          <w:sz w:val="32"/>
          <w:szCs w:val="32"/>
        </w:rPr>
        <w:t>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朱秀菁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吴清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李开良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沈建华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谢月英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王淑玉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李广华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陈正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冯士梅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马东梅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鲍燕华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李兰英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杨萍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秦西凤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史为敏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姜菊英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李秀红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于锁兰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周文伟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黄兰芬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秦志平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孙菊仙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恽红华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孙级三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柯孝云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张选林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程霞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施琴秀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吕有新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尹友文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刘欣石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庄建娅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谢荣芬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何春方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邵宇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王祖良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李春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刘志英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王红珍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程张李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王林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吴宪元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沈泳新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常春玉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张培东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高小寒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朱海良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苏燕萍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徐磊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蒋信浮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刁莲荣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蒋秋生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仇新光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范翠华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李建强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周礼香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高申生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桂建萍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刘寿珍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张桂娣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沈萍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张怿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徐龙娣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陈盘龙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魏宜明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尤星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高念慧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王士刚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吴红青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俞晓萍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杨红云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钱家珍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刘海萍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王领军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田娜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王刘洲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陈增华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王健翔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汤成松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冯梦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汤晓芳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陈燕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周卫东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赵晓玉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张桂英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李玉珍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干建伟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颜皎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石宁泉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谢丽华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蒋沛澄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陈大庆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肖立春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袁永山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毕良贵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崔永中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李卫星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戴兰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陶红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沈耀云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李银珠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赵平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杨正成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陈恒艳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夏阳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张春兰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丁忠顺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刘乃椿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李贞蓉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肖桂芳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潘志峰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孙伟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张玲芳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徐建萍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朱照网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赵俊山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吴宝成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王家荣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彭静英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严红英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冷晓光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徐春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刘志良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吴越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韩凤月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李庆贵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刘志峰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赵玉书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崔莹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梁玉玲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颜怀珍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周福山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张乙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周闩银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何建宝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孔华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苗青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吴辉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尤春兰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王龙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余永乐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卢善文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丁素华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丛</w:t>
      </w:r>
      <w:smartTag w:uri="urn:schemas-microsoft-com:office:smarttags" w:element="PersonName">
        <w:smartTagPr>
          <w:attr w:name="ProductID" w:val="燕"/>
        </w:smartTagPr>
        <w:r w:rsidRPr="00A95DBE">
          <w:rPr>
            <w:rFonts w:ascii="仿宋_GB2312" w:eastAsia="仿宋_GB2312" w:hAnsi="仿宋" w:cs="仿宋_GB2312" w:hint="eastAsia"/>
            <w:sz w:val="32"/>
            <w:szCs w:val="32"/>
          </w:rPr>
          <w:t>燕</w:t>
        </w:r>
      </w:smartTag>
      <w:r w:rsidRPr="00A95DBE">
        <w:rPr>
          <w:rFonts w:ascii="仿宋_GB2312" w:eastAsia="仿宋_GB2312" w:hAnsi="仿宋" w:cs="仿宋_GB2312" w:hint="eastAsia"/>
          <w:sz w:val="32"/>
          <w:szCs w:val="32"/>
        </w:rPr>
        <w:t>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6C7799" w:rsidRPr="00A95DBE" w:rsidRDefault="006C7799" w:rsidP="004605D3">
      <w:pPr>
        <w:rPr>
          <w:rStyle w:val="Emphasis"/>
          <w:rFonts w:ascii="仿宋_GB2312" w:eastAsia="仿宋_GB2312" w:hAnsi="仿宋"/>
          <w:b/>
          <w:bCs/>
          <w:i w:val="0"/>
          <w:iCs w:val="0"/>
          <w:sz w:val="32"/>
          <w:szCs w:val="32"/>
        </w:rPr>
      </w:pP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浙江省</w:t>
      </w:r>
      <w:r w:rsidRPr="00A95DBE">
        <w:rPr>
          <w:rStyle w:val="Emphasis"/>
          <w:rFonts w:ascii="仿宋_GB2312" w:eastAsia="仿宋_GB2312" w:hAnsi="仿宋" w:cs="仿宋_GB2312"/>
          <w:b/>
          <w:bCs/>
          <w:i w:val="0"/>
          <w:iCs w:val="0"/>
          <w:sz w:val="32"/>
          <w:szCs w:val="32"/>
        </w:rPr>
        <w:t xml:space="preserve"> 103</w:t>
      </w: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人</w:t>
      </w:r>
    </w:p>
    <w:p w:rsidR="006C7799" w:rsidRPr="00A95DBE" w:rsidRDefault="006C7799" w:rsidP="00C66E5C">
      <w:pPr>
        <w:jc w:val="left"/>
        <w:rPr>
          <w:rFonts w:ascii="仿宋_GB2312" w:eastAsia="仿宋_GB2312" w:hAnsi="仿宋" w:cs="Times New Roman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陈</w:t>
      </w:r>
      <w:r>
        <w:rPr>
          <w:rFonts w:ascii="仿宋_GB2312" w:eastAsia="仿宋_GB2312" w:hAnsi="仿宋" w:cs="仿宋_GB2312" w:hint="eastAsia"/>
          <w:sz w:val="32"/>
          <w:szCs w:val="32"/>
        </w:rPr>
        <w:t>嵘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邵勤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卢晓文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刘国强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王文英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李春生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蔡立华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徐嘉龙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周莉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曹林谊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李赛光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王德洪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尤晓林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杨俊万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王玲琍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蒲占河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孙天真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王伟敏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余汉珠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吕秀根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翁安娜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忻惠芬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赵雅珠</w:t>
      </w:r>
      <w:r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王灿木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张建</w:t>
      </w:r>
      <w:r>
        <w:rPr>
          <w:rFonts w:ascii="仿宋_GB2312" w:eastAsia="仿宋_GB2312" w:hAnsi="仿宋" w:cs="仿宋_GB2312" w:hint="eastAsia"/>
          <w:sz w:val="32"/>
          <w:szCs w:val="32"/>
        </w:rPr>
        <w:t>琴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周欣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应利钢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俞学志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詹少杰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沈辉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朱佰根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宣光灿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smartTag w:uri="urn:schemas-microsoft-com:office:smarttags" w:element="PersonName">
        <w:smartTagPr>
          <w:attr w:name="ProductID" w:val="包"/>
        </w:smartTagPr>
        <w:r w:rsidRPr="00A95DBE">
          <w:rPr>
            <w:rFonts w:ascii="仿宋_GB2312" w:eastAsia="仿宋_GB2312" w:hAnsi="仿宋" w:cs="仿宋_GB2312" w:hint="eastAsia"/>
            <w:sz w:val="32"/>
            <w:szCs w:val="32"/>
          </w:rPr>
          <w:t>包</w:t>
        </w:r>
      </w:smartTag>
      <w:r w:rsidRPr="00A95DBE">
        <w:rPr>
          <w:rFonts w:ascii="仿宋_GB2312" w:eastAsia="仿宋_GB2312" w:hAnsi="仿宋" w:cs="仿宋_GB2312" w:hint="eastAsia"/>
          <w:sz w:val="32"/>
          <w:szCs w:val="32"/>
        </w:rPr>
        <w:t>君兰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梅耐寒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潘月明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刘林箭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王跃刚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朱景利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</w:t>
      </w:r>
      <w:r>
        <w:rPr>
          <w:rFonts w:ascii="仿宋_GB2312" w:eastAsia="仿宋_GB2312" w:hAnsi="仿宋" w:cs="仿宋_GB2312" w:hint="eastAsia"/>
          <w:sz w:val="32"/>
          <w:szCs w:val="32"/>
        </w:rPr>
        <w:t>惠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琴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>
        <w:rPr>
          <w:rFonts w:ascii="仿宋_GB2312" w:eastAsia="仿宋_GB2312" w:hAnsi="仿宋" w:cs="仿宋_GB2312" w:hint="eastAsia"/>
          <w:sz w:val="32"/>
          <w:szCs w:val="32"/>
        </w:rPr>
        <w:t>季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法彬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杨</w:t>
      </w:r>
      <w:r>
        <w:rPr>
          <w:rFonts w:ascii="仿宋_GB2312" w:eastAsia="仿宋_GB2312" w:hAnsi="仿宋" w:cs="仿宋_GB2312" w:hint="eastAsia"/>
          <w:sz w:val="32"/>
          <w:szCs w:val="32"/>
        </w:rPr>
        <w:t>恩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苏堤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郁洪兴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陈其林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乐剑林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俞灵军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聂艳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张建平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赵士华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鲍磊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朱亚飞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刘慧玲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吴和国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华善生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王婵娟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郝俐平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耿绍明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闵学华</w:t>
      </w:r>
      <w:r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华雅</w:t>
      </w:r>
      <w:r>
        <w:rPr>
          <w:rFonts w:ascii="仿宋_GB2312" w:eastAsia="仿宋_GB2312" w:hAnsi="仿宋" w:cs="仿宋_GB2312" w:hint="eastAsia"/>
          <w:sz w:val="32"/>
          <w:szCs w:val="32"/>
        </w:rPr>
        <w:t>芬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吴呈秋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刘志林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潘永钗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张奇峰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周铁章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>
        <w:rPr>
          <w:rFonts w:ascii="仿宋_GB2312" w:eastAsia="仿宋_GB2312" w:hAnsi="仿宋" w:cs="仿宋_GB2312" w:hint="eastAsia"/>
          <w:sz w:val="32"/>
          <w:szCs w:val="32"/>
        </w:rPr>
        <w:t>李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步俱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林碧如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谢贤柱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金秀珠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张式贞</w:t>
      </w:r>
      <w:r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孙凤英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沈科权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胡小江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刘爱玲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沈</w:t>
      </w:r>
      <w:r>
        <w:rPr>
          <w:rFonts w:ascii="仿宋_GB2312" w:eastAsia="仿宋_GB2312" w:hAnsi="仿宋" w:cs="仿宋_GB2312" w:hint="eastAsia"/>
          <w:sz w:val="32"/>
          <w:szCs w:val="32"/>
        </w:rPr>
        <w:t>键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</w:t>
      </w:r>
      <w:r>
        <w:rPr>
          <w:rFonts w:ascii="仿宋_GB2312" w:eastAsia="仿宋_GB2312" w:hAnsi="仿宋" w:cs="仿宋_GB2312" w:hint="eastAsia"/>
          <w:sz w:val="32"/>
          <w:szCs w:val="32"/>
        </w:rPr>
        <w:t>冬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初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李秀锦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郑良优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刘祖强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乐运英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徐荷芹</w:t>
      </w:r>
      <w:r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黄伟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戴雪芬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徐小茶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王士清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张四洪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周维政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郭忠友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金枝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赵金平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胡玲蕉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张志福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许建</w:t>
      </w:r>
      <w:r>
        <w:rPr>
          <w:rFonts w:ascii="仿宋_GB2312" w:eastAsia="仿宋_GB2312" w:hAnsi="仿宋" w:cs="仿宋_GB2312" w:hint="eastAsia"/>
          <w:sz w:val="32"/>
          <w:szCs w:val="32"/>
        </w:rPr>
        <w:t>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章双凤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张韬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宦国华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凌建英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陈银萍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范青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杨杭芳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何佩英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王雅玲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周乐</w:t>
      </w:r>
      <w:r>
        <w:rPr>
          <w:rFonts w:ascii="仿宋_GB2312" w:eastAsia="仿宋_GB2312" w:hAnsi="仿宋" w:cs="仿宋_GB2312" w:hint="eastAsia"/>
          <w:sz w:val="32"/>
          <w:szCs w:val="32"/>
        </w:rPr>
        <w:t>健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戴志明</w:t>
      </w:r>
    </w:p>
    <w:p w:rsidR="006C7799" w:rsidRPr="00A95DBE" w:rsidRDefault="006C7799" w:rsidP="004605D3">
      <w:pPr>
        <w:rPr>
          <w:rStyle w:val="Emphasis"/>
          <w:rFonts w:ascii="仿宋_GB2312" w:eastAsia="仿宋_GB2312" w:hAnsi="仿宋"/>
          <w:b/>
          <w:bCs/>
          <w:i w:val="0"/>
          <w:iCs w:val="0"/>
          <w:sz w:val="32"/>
          <w:szCs w:val="32"/>
        </w:rPr>
      </w:pP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安徽省</w:t>
      </w:r>
      <w:r w:rsidRPr="00A95DBE">
        <w:rPr>
          <w:rStyle w:val="Emphasis"/>
          <w:rFonts w:ascii="仿宋_GB2312" w:eastAsia="仿宋_GB2312" w:hAnsi="仿宋" w:cs="仿宋_GB2312"/>
          <w:b/>
          <w:bCs/>
          <w:i w:val="0"/>
          <w:iCs w:val="0"/>
          <w:sz w:val="32"/>
          <w:szCs w:val="32"/>
        </w:rPr>
        <w:t xml:space="preserve"> 12</w:t>
      </w: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人</w:t>
      </w:r>
    </w:p>
    <w:p w:rsidR="006C7799" w:rsidRPr="00A95DBE" w:rsidRDefault="006C7799" w:rsidP="00C66E5C">
      <w:pPr>
        <w:rPr>
          <w:rFonts w:ascii="仿宋_GB2312" w:eastAsia="仿宋_GB2312" w:hAnsi="仿宋" w:cs="仿宋_GB2312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刘宠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李巧云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任淑美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严建国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陈正美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薛炳生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方守龙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王莉莉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笪玉霞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韩乔莲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韩素琴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付成东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6C7799" w:rsidRPr="00A95DBE" w:rsidRDefault="006C7799" w:rsidP="004605D3">
      <w:pPr>
        <w:rPr>
          <w:rStyle w:val="Emphasis"/>
          <w:rFonts w:ascii="仿宋_GB2312" w:eastAsia="仿宋_GB2312" w:hAnsi="仿宋"/>
          <w:b/>
          <w:bCs/>
          <w:i w:val="0"/>
          <w:iCs w:val="0"/>
          <w:sz w:val="32"/>
          <w:szCs w:val="32"/>
        </w:rPr>
      </w:pP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福建省</w:t>
      </w:r>
      <w:r w:rsidRPr="00A95DBE">
        <w:rPr>
          <w:rStyle w:val="Emphasis"/>
          <w:rFonts w:ascii="仿宋_GB2312" w:eastAsia="仿宋_GB2312" w:hAnsi="仿宋" w:cs="仿宋_GB2312"/>
          <w:b/>
          <w:bCs/>
          <w:i w:val="0"/>
          <w:iCs w:val="0"/>
          <w:sz w:val="32"/>
          <w:szCs w:val="32"/>
        </w:rPr>
        <w:t xml:space="preserve"> 12</w:t>
      </w: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人</w:t>
      </w:r>
    </w:p>
    <w:p w:rsidR="006C7799" w:rsidRPr="00A95DBE" w:rsidRDefault="006C7799" w:rsidP="00655637">
      <w:pPr>
        <w:rPr>
          <w:rFonts w:ascii="仿宋_GB2312" w:eastAsia="仿宋_GB2312" w:hAnsi="仿宋" w:cs="仿宋_GB2312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傅若兰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王世冲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纪美仁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黄永龙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蒋春妹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smartTag w:uri="urn:schemas-microsoft-com:office:smarttags" w:element="PersonName">
        <w:smartTagPr>
          <w:attr w:name="ProductID" w:val="王"/>
        </w:smartTagPr>
        <w:r w:rsidRPr="00A95DBE">
          <w:rPr>
            <w:rFonts w:ascii="仿宋_GB2312" w:eastAsia="仿宋_GB2312" w:hAnsi="仿宋" w:cs="仿宋_GB2312" w:hint="eastAsia"/>
            <w:sz w:val="32"/>
            <w:szCs w:val="32"/>
          </w:rPr>
          <w:t>王</w:t>
        </w:r>
      </w:smartTag>
      <w:r w:rsidRPr="00A95DBE">
        <w:rPr>
          <w:rFonts w:ascii="仿宋_GB2312" w:eastAsia="仿宋_GB2312" w:hAnsi="仿宋" w:cs="仿宋_GB2312" w:hint="eastAsia"/>
          <w:sz w:val="32"/>
          <w:szCs w:val="32"/>
        </w:rPr>
        <w:t>君山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邓振武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童学素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严孔生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廖建房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黄义勤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李秀书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6C7799" w:rsidRPr="00A95DBE" w:rsidRDefault="006C7799" w:rsidP="004605D3">
      <w:pPr>
        <w:rPr>
          <w:rStyle w:val="Emphasis"/>
          <w:rFonts w:ascii="仿宋_GB2312" w:eastAsia="仿宋_GB2312" w:hAnsi="仿宋"/>
          <w:b/>
          <w:bCs/>
          <w:i w:val="0"/>
          <w:iCs w:val="0"/>
          <w:sz w:val="32"/>
          <w:szCs w:val="32"/>
        </w:rPr>
      </w:pP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江西省</w:t>
      </w:r>
      <w:r w:rsidRPr="00A95DBE">
        <w:rPr>
          <w:rStyle w:val="Emphasis"/>
          <w:rFonts w:ascii="仿宋_GB2312" w:eastAsia="仿宋_GB2312" w:hAnsi="仿宋" w:cs="仿宋_GB2312"/>
          <w:b/>
          <w:bCs/>
          <w:i w:val="0"/>
          <w:iCs w:val="0"/>
          <w:sz w:val="32"/>
          <w:szCs w:val="32"/>
        </w:rPr>
        <w:t xml:space="preserve"> 9</w:t>
      </w: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人</w:t>
      </w:r>
    </w:p>
    <w:p w:rsidR="006C7799" w:rsidRPr="00A95DBE" w:rsidRDefault="006C7799" w:rsidP="000629C1">
      <w:pPr>
        <w:rPr>
          <w:rFonts w:ascii="仿宋_GB2312" w:eastAsia="仿宋_GB2312" w:hAnsi="仿宋" w:cs="仿宋_GB2312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曾冬冬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刘洁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罗江萍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易海燕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周俞伶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项朝鲜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刘熙承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邹智平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刘秋分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6C7799" w:rsidRPr="00A95DBE" w:rsidRDefault="006C7799" w:rsidP="004605D3">
      <w:pPr>
        <w:rPr>
          <w:rStyle w:val="Emphasis"/>
          <w:rFonts w:ascii="仿宋_GB2312" w:eastAsia="仿宋_GB2312" w:hAnsi="仿宋"/>
          <w:b/>
          <w:bCs/>
          <w:i w:val="0"/>
          <w:iCs w:val="0"/>
          <w:sz w:val="32"/>
          <w:szCs w:val="32"/>
        </w:rPr>
      </w:pP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山东省</w:t>
      </w:r>
      <w:r w:rsidRPr="00A95DBE">
        <w:rPr>
          <w:rStyle w:val="Emphasis"/>
          <w:rFonts w:ascii="仿宋_GB2312" w:eastAsia="仿宋_GB2312" w:hAnsi="仿宋" w:cs="仿宋_GB2312"/>
          <w:b/>
          <w:bCs/>
          <w:i w:val="0"/>
          <w:iCs w:val="0"/>
          <w:sz w:val="32"/>
          <w:szCs w:val="32"/>
        </w:rPr>
        <w:t xml:space="preserve"> 134</w:t>
      </w: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人</w:t>
      </w:r>
    </w:p>
    <w:p w:rsidR="006C7799" w:rsidRPr="00A95DBE" w:rsidRDefault="006C7799" w:rsidP="00112778">
      <w:pPr>
        <w:rPr>
          <w:rFonts w:ascii="仿宋_GB2312" w:eastAsia="仿宋_GB2312" w:hAnsi="仿宋" w:cs="仿宋_GB2312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江连珠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李建国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程晓敏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齐加全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路学兰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任尚禄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魏家忠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焉芳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刘松岭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闫洪芳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于存旺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王丽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乔立川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时国栋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王磊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黄立章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叶振东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马金凤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刘冬兰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张煜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郑生权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宋延凯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李亚林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李桂宝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杨本书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胡希岐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陈志华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栾金芬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刘玉英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崔洪岩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张道锦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李向阳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李文兰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姜爱华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刘浩杰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刘兴昌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骆功议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李钢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丁连新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武文涛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苗伟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王明霞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孙永斌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周国强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于振湖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马建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王均涛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滕丽丽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司博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杨玉秀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于玲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李乃杰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张梅玉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谭业栋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丁其林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叶树森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王健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韩艳芳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程树国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牛峰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smartTag w:uri="urn:schemas-microsoft-com:office:smarttags" w:element="PersonName">
        <w:smartTagPr>
          <w:attr w:name="ProductID" w:val="刘"/>
        </w:smartTagPr>
        <w:r w:rsidRPr="00A95DBE">
          <w:rPr>
            <w:rFonts w:ascii="仿宋_GB2312" w:eastAsia="仿宋_GB2312" w:hAnsi="仿宋" w:cs="仿宋_GB2312" w:hint="eastAsia"/>
            <w:sz w:val="32"/>
            <w:szCs w:val="32"/>
          </w:rPr>
          <w:t>刘</w:t>
        </w:r>
      </w:smartTag>
      <w:r w:rsidRPr="00A95DBE">
        <w:rPr>
          <w:rFonts w:ascii="仿宋_GB2312" w:eastAsia="仿宋_GB2312" w:hAnsi="仿宋" w:cs="仿宋_GB2312" w:hint="eastAsia"/>
          <w:sz w:val="32"/>
          <w:szCs w:val="32"/>
        </w:rPr>
        <w:t>君玲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张景华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张淑娟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陈素琴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赵维琮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DD55D5">
        <w:rPr>
          <w:rFonts w:ascii="仿宋_GB2312" w:eastAsia="仿宋_GB2312" w:hAnsi="仿宋" w:cs="仿宋_GB2312" w:hint="eastAsia"/>
          <w:sz w:val="32"/>
          <w:szCs w:val="32"/>
        </w:rPr>
        <w:t>高本英</w:t>
      </w:r>
      <w:r w:rsidRPr="00DD55D5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DD55D5">
        <w:rPr>
          <w:rFonts w:ascii="仿宋_GB2312" w:eastAsia="仿宋_GB2312" w:hAnsi="仿宋" w:cs="仿宋_GB2312" w:hint="eastAsia"/>
          <w:sz w:val="32"/>
          <w:szCs w:val="32"/>
        </w:rPr>
        <w:t>傅兆江</w:t>
      </w:r>
      <w:r w:rsidRPr="00DD55D5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DD55D5">
        <w:rPr>
          <w:rFonts w:ascii="仿宋_GB2312" w:eastAsia="仿宋_GB2312" w:hAnsi="仿宋" w:cs="仿宋_GB2312" w:hint="eastAsia"/>
          <w:sz w:val="32"/>
          <w:szCs w:val="32"/>
        </w:rPr>
        <w:t>武建平</w:t>
      </w:r>
      <w:r w:rsidRPr="00DD55D5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DD55D5">
        <w:rPr>
          <w:rFonts w:ascii="仿宋_GB2312" w:eastAsia="仿宋_GB2312" w:hAnsi="仿宋" w:cs="仿宋_GB2312" w:hint="eastAsia"/>
          <w:sz w:val="32"/>
          <w:szCs w:val="32"/>
        </w:rPr>
        <w:t>于淑琴</w:t>
      </w:r>
      <w:r w:rsidRPr="00DD55D5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DD55D5">
        <w:rPr>
          <w:rFonts w:ascii="仿宋_GB2312" w:eastAsia="仿宋_GB2312" w:hAnsi="仿宋" w:cs="仿宋_GB2312" w:hint="eastAsia"/>
          <w:sz w:val="32"/>
          <w:szCs w:val="32"/>
        </w:rPr>
        <w:t>张金栋</w:t>
      </w:r>
      <w:r w:rsidRPr="00DD55D5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DD55D5">
        <w:rPr>
          <w:rFonts w:ascii="仿宋_GB2312" w:eastAsia="仿宋_GB2312" w:hAnsi="仿宋" w:cs="仿宋_GB2312" w:hint="eastAsia"/>
          <w:sz w:val="32"/>
          <w:szCs w:val="32"/>
        </w:rPr>
        <w:t>辛若林</w:t>
      </w:r>
      <w:r w:rsidRPr="00DD55D5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DD55D5">
        <w:rPr>
          <w:rFonts w:ascii="仿宋_GB2312" w:eastAsia="仿宋_GB2312" w:hAnsi="仿宋" w:cs="仿宋_GB2312" w:hint="eastAsia"/>
          <w:sz w:val="32"/>
          <w:szCs w:val="32"/>
        </w:rPr>
        <w:t>赵强胜</w:t>
      </w:r>
      <w:r w:rsidRPr="00DD55D5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DD55D5">
        <w:rPr>
          <w:rFonts w:ascii="仿宋_GB2312" w:eastAsia="仿宋_GB2312" w:hAnsi="仿宋" w:cs="仿宋_GB2312" w:hint="eastAsia"/>
          <w:sz w:val="32"/>
          <w:szCs w:val="32"/>
        </w:rPr>
        <w:t>任勤利</w:t>
      </w:r>
      <w:r w:rsidRPr="00DD55D5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王秀美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张世许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赵平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李希圣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赵芳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张开发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曹淑云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胡金英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毛建华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刘新芝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许连成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王守萍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刘军信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姜忠良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>
        <w:rPr>
          <w:rFonts w:ascii="仿宋_GB2312" w:eastAsia="仿宋_GB2312" w:hAnsi="仿宋" w:cs="仿宋_GB2312" w:hint="eastAsia"/>
          <w:sz w:val="32"/>
          <w:szCs w:val="32"/>
        </w:rPr>
        <w:t>闫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修敏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王兰因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于立军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赵静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王金强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赵齐建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于秀丽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单富贵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鞠燕芬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陈甦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胡丕振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甘军峰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张效龙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黄宪英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许在安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谭志国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徐玲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张玉庆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程俊渤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唐荣田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梁静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王明波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庞鲁华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史晓华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姬长卫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钟少莲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张艇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宋兰秀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吕军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张希庆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崔会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杨岩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孙士钊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任国岭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张洪光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李蓝生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许桂荣</w:t>
      </w:r>
      <w:r w:rsidRPr="00DD55D5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DD55D5">
        <w:rPr>
          <w:rFonts w:ascii="仿宋_GB2312" w:eastAsia="仿宋_GB2312" w:hAnsi="仿宋" w:cs="仿宋_GB2312" w:hint="eastAsia"/>
          <w:sz w:val="32"/>
          <w:szCs w:val="32"/>
        </w:rPr>
        <w:t>朱珂江</w:t>
      </w:r>
      <w:r w:rsidRPr="00DD55D5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DD55D5">
        <w:rPr>
          <w:rFonts w:ascii="仿宋_GB2312" w:eastAsia="仿宋_GB2312" w:hAnsi="仿宋" w:cs="仿宋_GB2312" w:hint="eastAsia"/>
          <w:sz w:val="32"/>
          <w:szCs w:val="32"/>
        </w:rPr>
        <w:t>韩郁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李正刚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薛凤</w:t>
      </w:r>
      <w:r>
        <w:rPr>
          <w:rFonts w:ascii="仿宋_GB2312" w:eastAsia="仿宋_GB2312" w:hAnsi="仿宋" w:cs="仿宋_GB2312" w:hint="eastAsia"/>
          <w:sz w:val="32"/>
          <w:szCs w:val="32"/>
        </w:rPr>
        <w:t>姣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李爱华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6C7799" w:rsidRPr="00A95DBE" w:rsidRDefault="006C7799" w:rsidP="00112778">
      <w:pPr>
        <w:rPr>
          <w:rStyle w:val="Emphasis"/>
          <w:rFonts w:ascii="仿宋_GB2312" w:eastAsia="仿宋_GB2312" w:hAnsi="仿宋"/>
          <w:b/>
          <w:bCs/>
          <w:i w:val="0"/>
          <w:iCs w:val="0"/>
          <w:sz w:val="32"/>
          <w:szCs w:val="32"/>
        </w:rPr>
      </w:pPr>
      <w:r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河南省</w:t>
      </w:r>
      <w:r>
        <w:rPr>
          <w:rStyle w:val="Emphasis"/>
          <w:rFonts w:ascii="仿宋_GB2312" w:eastAsia="仿宋_GB2312" w:hAnsi="仿宋" w:cs="仿宋_GB2312"/>
          <w:b/>
          <w:bCs/>
          <w:i w:val="0"/>
          <w:iCs w:val="0"/>
          <w:sz w:val="32"/>
          <w:szCs w:val="32"/>
        </w:rPr>
        <w:t xml:space="preserve"> </w:t>
      </w:r>
      <w:r w:rsidRPr="00A95DBE">
        <w:rPr>
          <w:rStyle w:val="Emphasis"/>
          <w:rFonts w:ascii="仿宋_GB2312" w:eastAsia="仿宋_GB2312" w:hAnsi="仿宋" w:cs="仿宋_GB2312"/>
          <w:b/>
          <w:bCs/>
          <w:i w:val="0"/>
          <w:iCs w:val="0"/>
          <w:sz w:val="32"/>
          <w:szCs w:val="32"/>
        </w:rPr>
        <w:t>32</w:t>
      </w: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人</w:t>
      </w:r>
    </w:p>
    <w:p w:rsidR="006C7799" w:rsidRPr="00A95DBE" w:rsidRDefault="006C7799" w:rsidP="00F42CF2">
      <w:pPr>
        <w:rPr>
          <w:rFonts w:ascii="仿宋_GB2312" w:eastAsia="仿宋_GB2312" w:hAnsi="仿宋" w:cs="仿宋_GB2312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王爱芳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胡秀梅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杨秀玲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贴梅凤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邢翠英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马文彬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武忠正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张玮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高素敏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李体杰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</w:t>
      </w:r>
      <w:r>
        <w:rPr>
          <w:rFonts w:ascii="仿宋_GB2312" w:eastAsia="仿宋_GB2312" w:hAnsi="仿宋" w:cs="仿宋_GB2312" w:hint="eastAsia"/>
          <w:sz w:val="32"/>
          <w:szCs w:val="32"/>
        </w:rPr>
        <w:t>冬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炎士文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李树新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罗大莉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任腊花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祁俊英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于新梅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李立新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郜丽萍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王忠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胡素亚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马丽丽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张新丽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张月英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>
        <w:rPr>
          <w:rFonts w:ascii="仿宋_GB2312" w:eastAsia="仿宋_GB2312" w:hAnsi="仿宋" w:cs="仿宋_GB2312" w:hint="eastAsia"/>
          <w:sz w:val="32"/>
          <w:szCs w:val="32"/>
        </w:rPr>
        <w:t>张新轩</w:t>
      </w:r>
      <w:r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王秀荣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杨建华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王雪凌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谢富川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张齐军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蔡平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代跃跃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6C7799" w:rsidRPr="00A95DBE" w:rsidRDefault="006C7799" w:rsidP="00112778">
      <w:pPr>
        <w:rPr>
          <w:rStyle w:val="Emphasis"/>
          <w:rFonts w:ascii="仿宋_GB2312" w:eastAsia="仿宋_GB2312" w:hAnsi="仿宋"/>
          <w:b/>
          <w:bCs/>
          <w:i w:val="0"/>
          <w:iCs w:val="0"/>
          <w:sz w:val="32"/>
          <w:szCs w:val="32"/>
        </w:rPr>
      </w:pP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湖北省</w:t>
      </w:r>
      <w:r w:rsidRPr="00A95DBE">
        <w:rPr>
          <w:rStyle w:val="Emphasis"/>
          <w:rFonts w:ascii="仿宋_GB2312" w:eastAsia="仿宋_GB2312" w:hAnsi="仿宋" w:cs="仿宋_GB2312"/>
          <w:b/>
          <w:bCs/>
          <w:i w:val="0"/>
          <w:iCs w:val="0"/>
          <w:sz w:val="32"/>
          <w:szCs w:val="32"/>
        </w:rPr>
        <w:t xml:space="preserve"> 12</w:t>
      </w: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人</w:t>
      </w:r>
    </w:p>
    <w:p w:rsidR="006C7799" w:rsidRPr="00A95DBE" w:rsidRDefault="006C7799" w:rsidP="00905E10">
      <w:pPr>
        <w:rPr>
          <w:rFonts w:ascii="仿宋_GB2312" w:eastAsia="仿宋_GB2312" w:hAnsi="仿宋" w:cs="仿宋_GB2312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陈杏梅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李玲玲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凌建</w:t>
      </w:r>
      <w:r>
        <w:rPr>
          <w:rFonts w:ascii="仿宋_GB2312" w:eastAsia="仿宋_GB2312" w:hAnsi="仿宋" w:cs="仿宋_GB2312" w:hint="eastAsia"/>
          <w:sz w:val="32"/>
          <w:szCs w:val="32"/>
        </w:rPr>
        <w:t>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黄金玉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颜亚兰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魏辉宏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邓善美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>
        <w:rPr>
          <w:rFonts w:ascii="仿宋_GB2312" w:eastAsia="仿宋_GB2312" w:hAnsi="仿宋" w:cs="仿宋_GB2312" w:hint="eastAsia"/>
          <w:sz w:val="32"/>
          <w:szCs w:val="32"/>
        </w:rPr>
        <w:t>王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树清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余琼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罗少利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杨开诚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董建华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6C7799" w:rsidRPr="00A95DBE" w:rsidRDefault="006C7799" w:rsidP="00112778">
      <w:pPr>
        <w:rPr>
          <w:rStyle w:val="Emphasis"/>
          <w:rFonts w:ascii="仿宋_GB2312" w:eastAsia="仿宋_GB2312" w:hAnsi="仿宋"/>
          <w:b/>
          <w:bCs/>
          <w:i w:val="0"/>
          <w:iCs w:val="0"/>
          <w:sz w:val="32"/>
          <w:szCs w:val="32"/>
        </w:rPr>
      </w:pP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湖南省</w:t>
      </w:r>
      <w:r w:rsidRPr="00A95DBE">
        <w:rPr>
          <w:rStyle w:val="Emphasis"/>
          <w:rFonts w:ascii="仿宋_GB2312" w:eastAsia="仿宋_GB2312" w:hAnsi="仿宋" w:cs="仿宋_GB2312"/>
          <w:b/>
          <w:bCs/>
          <w:i w:val="0"/>
          <w:iCs w:val="0"/>
          <w:sz w:val="32"/>
          <w:szCs w:val="32"/>
        </w:rPr>
        <w:t xml:space="preserve"> 9</w:t>
      </w: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人</w:t>
      </w:r>
    </w:p>
    <w:p w:rsidR="006C7799" w:rsidRPr="00A95DBE" w:rsidRDefault="006C7799" w:rsidP="0085215E">
      <w:pPr>
        <w:rPr>
          <w:rFonts w:ascii="仿宋_GB2312" w:eastAsia="仿宋_GB2312" w:hAnsi="仿宋" w:cs="仿宋_GB2312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张</w:t>
      </w:r>
      <w:r>
        <w:rPr>
          <w:rFonts w:ascii="宋体" w:hAnsi="宋体" w:cs="宋体" w:hint="eastAsia"/>
          <w:sz w:val="32"/>
          <w:szCs w:val="32"/>
        </w:rPr>
        <w:t>毓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芬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肖晓华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刘小曼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王戈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石兆卫</w:t>
      </w:r>
      <w:r>
        <w:rPr>
          <w:rFonts w:ascii="仿宋_GB2312" w:eastAsia="仿宋_GB2312" w:hAnsi="仿宋" w:cs="仿宋_GB2312"/>
          <w:sz w:val="32"/>
          <w:szCs w:val="32"/>
        </w:rPr>
        <w:t xml:space="preserve"> </w:t>
      </w:r>
      <w:r>
        <w:rPr>
          <w:rFonts w:ascii="仿宋_GB2312" w:eastAsia="仿宋_GB2312" w:hAnsi="仿宋" w:cs="仿宋_GB2312" w:hint="eastAsia"/>
          <w:sz w:val="32"/>
          <w:szCs w:val="32"/>
        </w:rPr>
        <w:t>佘</w:t>
      </w:r>
      <w:r w:rsidRPr="000A06E0">
        <w:rPr>
          <w:rFonts w:ascii="仿宋_GB2312" w:eastAsia="仿宋_GB2312" w:hAnsi="仿宋" w:cs="仿宋_GB2312" w:hint="eastAsia"/>
          <w:sz w:val="32"/>
          <w:szCs w:val="32"/>
        </w:rPr>
        <w:t>卓</w:t>
      </w:r>
      <w:r>
        <w:rPr>
          <w:rFonts w:ascii="仿宋_GB2312" w:eastAsia="仿宋_GB2312" w:hAnsi="仿宋" w:cs="仿宋_GB2312" w:hint="eastAsia"/>
          <w:sz w:val="32"/>
          <w:szCs w:val="32"/>
        </w:rPr>
        <w:t>芙</w:t>
      </w:r>
      <w:r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杨春红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陈俊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王德平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6C7799" w:rsidRPr="00A95DBE" w:rsidRDefault="006C7799" w:rsidP="00112778">
      <w:pPr>
        <w:rPr>
          <w:rStyle w:val="Emphasis"/>
          <w:rFonts w:ascii="仿宋_GB2312" w:eastAsia="仿宋_GB2312" w:hAnsi="仿宋"/>
          <w:b/>
          <w:bCs/>
          <w:i w:val="0"/>
          <w:iCs w:val="0"/>
          <w:sz w:val="32"/>
          <w:szCs w:val="32"/>
        </w:rPr>
      </w:pP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广东省</w:t>
      </w:r>
      <w:r w:rsidRPr="00A95DBE">
        <w:rPr>
          <w:rStyle w:val="Emphasis"/>
          <w:rFonts w:ascii="仿宋_GB2312" w:eastAsia="仿宋_GB2312" w:hAnsi="仿宋" w:cs="仿宋_GB2312"/>
          <w:b/>
          <w:bCs/>
          <w:i w:val="0"/>
          <w:iCs w:val="0"/>
          <w:sz w:val="32"/>
          <w:szCs w:val="32"/>
        </w:rPr>
        <w:t xml:space="preserve"> 141</w:t>
      </w: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人</w:t>
      </w:r>
    </w:p>
    <w:p w:rsidR="006C7799" w:rsidRPr="00A95DBE" w:rsidRDefault="006C7799" w:rsidP="003A29EF">
      <w:pPr>
        <w:rPr>
          <w:rFonts w:ascii="仿宋_GB2312" w:eastAsia="仿宋_GB2312" w:hAnsi="仿宋" w:cs="仿宋_GB2312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马麟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黎强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李金棠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周娟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陈子浩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陈广全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梁文翔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黄平卉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许光发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曾伟刚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陶代军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钟雄光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陈小燕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相荣琴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震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姚凤玲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龙柏青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卢德亮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黄惠莲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姜正国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张自讯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李三英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卓华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陈磊博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邹伟丰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李玉桃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朱佩玲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吴启兴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黄新凤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张国波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廖小华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罗月兰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陈元安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郭斌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林桂桐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杨竹玲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赖小东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胡小荣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陈小霞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smartTag w:uri="urn:schemas-microsoft-com:office:smarttags" w:element="PersonName">
        <w:smartTagPr>
          <w:attr w:name="ProductID" w:val="张国"/>
        </w:smartTagPr>
        <w:r w:rsidRPr="00A95DBE">
          <w:rPr>
            <w:rFonts w:ascii="仿宋_GB2312" w:eastAsia="仿宋_GB2312" w:hAnsi="仿宋" w:cs="仿宋_GB2312" w:hint="eastAsia"/>
            <w:sz w:val="32"/>
            <w:szCs w:val="32"/>
          </w:rPr>
          <w:t>张国</w:t>
        </w:r>
      </w:smartTag>
      <w:r w:rsidRPr="00A95DBE">
        <w:rPr>
          <w:rFonts w:ascii="仿宋_GB2312" w:eastAsia="仿宋_GB2312" w:hAnsi="仿宋" w:cs="仿宋_GB2312" w:hint="eastAsia"/>
          <w:sz w:val="32"/>
          <w:szCs w:val="32"/>
        </w:rPr>
        <w:t>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曾永基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冯辉垣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柳清华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钟耀华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卢卓献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梁社娣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郑桂初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麦子新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郑江斌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黄启悦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黄业肇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黄祝儒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黄增维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黄维盛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潘宗林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郑海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张小林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岑杰祥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王乃胜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邓培强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李坤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李盛华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黄坚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陈小菊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李雪松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李宝勇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黄春生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冯振健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俞凤贞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谭建荣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黄俊毅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龙永贤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黎泽初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余建雄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麦维根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许爱梅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牛爱军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韩英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刘小军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吕乐武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许两英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石宏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陈歌笙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谢玉婵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谢昭鹏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郑成贤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许其英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钟秀珍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黄泳华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杜广泽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何汉刚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黄文富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祝阳生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丁海燕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陈足坤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任桂芹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李春菊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陈仁清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陈玉英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夏秋林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吴丽玲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朱雪琴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彭水浪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苏家文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夏日红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莫创文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张敏玲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覃马超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黄满钦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钟成龙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黄道全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王树荣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张绍斌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李香山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罗锡坤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刘北灿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袁仕邦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欧小英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梁志坤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李坤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麦深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吴诚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罗小林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6C7799" w:rsidRPr="00A95DBE" w:rsidRDefault="006C7799" w:rsidP="003A29EF">
      <w:pPr>
        <w:rPr>
          <w:rFonts w:ascii="仿宋_GB2312" w:eastAsia="仿宋_GB2312" w:hAnsi="仿宋" w:cs="仿宋_GB2312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周亚洋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陈金铸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陆国润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陈洪勇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刘金婵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曾记连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朱春梅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刘浩然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陈文洁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马加长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黄烈武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林丽卡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吴少冰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郭常娟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黄相龙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梁钧杰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6C7799" w:rsidRPr="00A95DBE" w:rsidRDefault="006C7799" w:rsidP="00112778">
      <w:pPr>
        <w:rPr>
          <w:rStyle w:val="Emphasis"/>
          <w:rFonts w:ascii="仿宋_GB2312" w:eastAsia="仿宋_GB2312" w:hAnsi="仿宋"/>
          <w:b/>
          <w:bCs/>
          <w:i w:val="0"/>
          <w:iCs w:val="0"/>
          <w:sz w:val="32"/>
          <w:szCs w:val="32"/>
        </w:rPr>
      </w:pP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广西壮族自治区</w:t>
      </w:r>
      <w:r w:rsidRPr="00A95DBE">
        <w:rPr>
          <w:rStyle w:val="Emphasis"/>
          <w:rFonts w:ascii="仿宋_GB2312" w:eastAsia="仿宋_GB2312" w:hAnsi="仿宋" w:cs="仿宋_GB2312"/>
          <w:b/>
          <w:bCs/>
          <w:i w:val="0"/>
          <w:iCs w:val="0"/>
          <w:sz w:val="32"/>
          <w:szCs w:val="32"/>
        </w:rPr>
        <w:t xml:space="preserve"> 5</w:t>
      </w: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人</w:t>
      </w:r>
    </w:p>
    <w:p w:rsidR="006C7799" w:rsidRPr="00A95DBE" w:rsidRDefault="006C7799" w:rsidP="001D300C">
      <w:pPr>
        <w:rPr>
          <w:rFonts w:ascii="仿宋_GB2312" w:eastAsia="仿宋_GB2312" w:hAnsi="仿宋" w:cs="Times New Roman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张济琴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薛桂月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刘二南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EE6867">
        <w:rPr>
          <w:rFonts w:ascii="仿宋_GB2312" w:eastAsia="仿宋_GB2312" w:hAnsi="仿宋" w:cs="仿宋_GB2312" w:hint="eastAsia"/>
          <w:sz w:val="32"/>
          <w:szCs w:val="32"/>
        </w:rPr>
        <w:t>吴健俊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张洪兰</w:t>
      </w:r>
    </w:p>
    <w:p w:rsidR="006C7799" w:rsidRPr="00A95DBE" w:rsidRDefault="006C7799" w:rsidP="00112778">
      <w:pPr>
        <w:rPr>
          <w:rStyle w:val="Emphasis"/>
          <w:rFonts w:ascii="仿宋_GB2312" w:eastAsia="仿宋_GB2312" w:hAnsi="仿宋"/>
          <w:b/>
          <w:bCs/>
          <w:i w:val="0"/>
          <w:iCs w:val="0"/>
          <w:sz w:val="32"/>
          <w:szCs w:val="32"/>
        </w:rPr>
      </w:pP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海南省</w:t>
      </w:r>
      <w:r w:rsidRPr="00A95DBE">
        <w:rPr>
          <w:rStyle w:val="Emphasis"/>
          <w:rFonts w:ascii="仿宋_GB2312" w:eastAsia="仿宋_GB2312" w:hAnsi="仿宋" w:cs="仿宋_GB2312"/>
          <w:b/>
          <w:bCs/>
          <w:i w:val="0"/>
          <w:iCs w:val="0"/>
          <w:sz w:val="32"/>
          <w:szCs w:val="32"/>
        </w:rPr>
        <w:t xml:space="preserve"> 5</w:t>
      </w: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人</w:t>
      </w:r>
    </w:p>
    <w:p w:rsidR="006C7799" w:rsidRPr="00A95DBE" w:rsidRDefault="006C7799" w:rsidP="00C157B7">
      <w:pPr>
        <w:rPr>
          <w:rFonts w:ascii="仿宋_GB2312" w:eastAsia="仿宋_GB2312" w:hAnsi="宋体" w:cs="Times New Roman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蒙丽华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李秀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吴蝶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王爱霞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宋体" w:cs="仿宋_GB2312" w:hint="eastAsia"/>
          <w:sz w:val="32"/>
          <w:szCs w:val="32"/>
        </w:rPr>
        <w:t>蒙志兴</w:t>
      </w:r>
    </w:p>
    <w:p w:rsidR="006C7799" w:rsidRPr="00A95DBE" w:rsidRDefault="006C7799" w:rsidP="00112778">
      <w:pPr>
        <w:rPr>
          <w:rStyle w:val="Emphasis"/>
          <w:rFonts w:ascii="仿宋_GB2312" w:eastAsia="仿宋_GB2312" w:hAnsi="仿宋"/>
          <w:b/>
          <w:bCs/>
          <w:i w:val="0"/>
          <w:iCs w:val="0"/>
          <w:sz w:val="32"/>
          <w:szCs w:val="32"/>
        </w:rPr>
      </w:pP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重庆市</w:t>
      </w:r>
      <w:r w:rsidRPr="00A95DBE">
        <w:rPr>
          <w:rStyle w:val="Emphasis"/>
          <w:rFonts w:ascii="仿宋_GB2312" w:eastAsia="仿宋_GB2312" w:hAnsi="仿宋" w:cs="仿宋_GB2312"/>
          <w:b/>
          <w:bCs/>
          <w:i w:val="0"/>
          <w:iCs w:val="0"/>
          <w:sz w:val="32"/>
          <w:szCs w:val="32"/>
        </w:rPr>
        <w:t xml:space="preserve"> 10</w:t>
      </w: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人</w:t>
      </w:r>
    </w:p>
    <w:p w:rsidR="006C7799" w:rsidRPr="00A95DBE" w:rsidRDefault="006C7799" w:rsidP="00112778">
      <w:pPr>
        <w:rPr>
          <w:rFonts w:ascii="仿宋_GB2312" w:eastAsia="仿宋_GB2312" w:hAnsi="仿宋" w:cs="Times New Roman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蒋永康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周四海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周仕荣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邓丹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钱锦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唐光荣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杨大祥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罗晓波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徐炳金</w:t>
      </w:r>
    </w:p>
    <w:p w:rsidR="006C7799" w:rsidRPr="00A95DBE" w:rsidRDefault="006C7799" w:rsidP="00112778">
      <w:pPr>
        <w:rPr>
          <w:rFonts w:ascii="仿宋_GB2312" w:eastAsia="仿宋_GB2312" w:hAnsi="仿宋" w:cs="Times New Roman"/>
          <w:b/>
          <w:bCs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b/>
          <w:bCs/>
          <w:sz w:val="32"/>
          <w:szCs w:val="32"/>
        </w:rPr>
        <w:t>四川省</w:t>
      </w:r>
      <w:r>
        <w:rPr>
          <w:rFonts w:ascii="仿宋_GB2312" w:eastAsia="仿宋_GB2312" w:hAnsi="仿宋" w:cs="仿宋_GB2312"/>
          <w:b/>
          <w:bCs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/>
          <w:b/>
          <w:bCs/>
          <w:sz w:val="32"/>
          <w:szCs w:val="32"/>
        </w:rPr>
        <w:t>49</w:t>
      </w:r>
      <w:r w:rsidRPr="00A95DBE">
        <w:rPr>
          <w:rFonts w:ascii="仿宋_GB2312" w:eastAsia="仿宋_GB2312" w:hAnsi="仿宋" w:cs="仿宋_GB2312" w:hint="eastAsia"/>
          <w:b/>
          <w:bCs/>
          <w:sz w:val="32"/>
          <w:szCs w:val="32"/>
        </w:rPr>
        <w:t>人</w:t>
      </w:r>
    </w:p>
    <w:p w:rsidR="006C7799" w:rsidRPr="00A95DBE" w:rsidRDefault="006C7799" w:rsidP="00334683">
      <w:pPr>
        <w:rPr>
          <w:rFonts w:ascii="仿宋_GB2312" w:eastAsia="仿宋_GB2312" w:hAnsi="仿宋" w:cs="仿宋_GB2312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马荣星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李刚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何杰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赵成才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黄安华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段启林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赵晓勇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龙合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沈剑涛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苟显华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罗真容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刘仕福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许砚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韩燕明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吴友才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阳源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谢世文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王小霞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余曦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朱敏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江涛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周俊平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郑川桥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陈义伟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万小玉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刘祥友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任晓斌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童刚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王捷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龚剑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余涛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魏平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罗模亮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周彦宏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毛洪波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甲华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赵文良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谭益洪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smartTag w:uri="urn:schemas-microsoft-com:office:smarttags" w:element="PersonName">
        <w:smartTagPr>
          <w:attr w:name="ProductID" w:val="刘"/>
        </w:smartTagPr>
        <w:r w:rsidRPr="00A95DBE">
          <w:rPr>
            <w:rFonts w:ascii="仿宋_GB2312" w:eastAsia="仿宋_GB2312" w:hAnsi="仿宋" w:cs="仿宋_GB2312" w:hint="eastAsia"/>
            <w:sz w:val="32"/>
            <w:szCs w:val="32"/>
          </w:rPr>
          <w:t>刘</w:t>
        </w:r>
      </w:smartTag>
      <w:r w:rsidRPr="00A95DBE">
        <w:rPr>
          <w:rFonts w:ascii="仿宋_GB2312" w:eastAsia="仿宋_GB2312" w:hAnsi="仿宋" w:cs="仿宋_GB2312" w:hint="eastAsia"/>
          <w:sz w:val="32"/>
          <w:szCs w:val="32"/>
        </w:rPr>
        <w:t>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杜晓波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周碧英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雷智勇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林天</w:t>
      </w:r>
      <w:r>
        <w:rPr>
          <w:rFonts w:ascii="仿宋_GB2312" w:eastAsia="仿宋_GB2312" w:hAnsi="仿宋" w:cs="仿宋_GB2312" w:hint="eastAsia"/>
          <w:sz w:val="32"/>
          <w:szCs w:val="32"/>
        </w:rPr>
        <w:t>惠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杨军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向吉生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肖洪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阿门初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樊晓群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6C7799" w:rsidRPr="00A95DBE" w:rsidRDefault="006C7799" w:rsidP="00112778">
      <w:pPr>
        <w:rPr>
          <w:rStyle w:val="Emphasis"/>
          <w:rFonts w:ascii="仿宋_GB2312" w:eastAsia="仿宋_GB2312" w:hAnsi="仿宋"/>
          <w:b/>
          <w:bCs/>
          <w:i w:val="0"/>
          <w:iCs w:val="0"/>
          <w:sz w:val="32"/>
          <w:szCs w:val="32"/>
        </w:rPr>
      </w:pP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贵州市</w:t>
      </w:r>
      <w:r w:rsidRPr="00A95DBE">
        <w:rPr>
          <w:rStyle w:val="Emphasis"/>
          <w:rFonts w:ascii="仿宋_GB2312" w:eastAsia="仿宋_GB2312" w:hAnsi="仿宋" w:cs="仿宋_GB2312"/>
          <w:b/>
          <w:bCs/>
          <w:i w:val="0"/>
          <w:iCs w:val="0"/>
          <w:sz w:val="32"/>
          <w:szCs w:val="32"/>
        </w:rPr>
        <w:t xml:space="preserve"> 25</w:t>
      </w: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人</w:t>
      </w:r>
    </w:p>
    <w:p w:rsidR="006C7799" w:rsidRPr="00A95DBE" w:rsidRDefault="006C7799" w:rsidP="0067334E">
      <w:pPr>
        <w:rPr>
          <w:rFonts w:ascii="仿宋_GB2312" w:eastAsia="仿宋_GB2312" w:hAnsi="仿宋" w:cs="仿宋_GB2312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姫健强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严寿民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153A3D">
        <w:rPr>
          <w:rFonts w:ascii="仿宋_GB2312" w:eastAsia="仿宋_GB2312" w:hAnsi="仿宋" w:cs="仿宋_GB2312" w:hint="eastAsia"/>
          <w:sz w:val="32"/>
          <w:szCs w:val="32"/>
        </w:rPr>
        <w:t>杨奎筑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唐健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郝明生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余涛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班定清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罗晓群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汪丽娜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李克兰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郭建华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杨朝华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谢本泉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罗萧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林跃武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刘燕涛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何磊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王京痕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陈启封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王冰楠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李梅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游江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莫畏龙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熊英武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唐广吾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6C7799" w:rsidRPr="00A95DBE" w:rsidRDefault="006C7799" w:rsidP="00112778">
      <w:pPr>
        <w:rPr>
          <w:rStyle w:val="Emphasis"/>
          <w:rFonts w:ascii="仿宋_GB2312" w:eastAsia="仿宋_GB2312" w:hAnsi="仿宋"/>
          <w:b/>
          <w:bCs/>
          <w:i w:val="0"/>
          <w:iCs w:val="0"/>
          <w:sz w:val="32"/>
          <w:szCs w:val="32"/>
        </w:rPr>
      </w:pP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云南省</w:t>
      </w:r>
      <w:r w:rsidRPr="00A95DBE">
        <w:rPr>
          <w:rStyle w:val="Emphasis"/>
          <w:rFonts w:ascii="仿宋_GB2312" w:eastAsia="仿宋_GB2312" w:hAnsi="仿宋" w:cs="仿宋_GB2312"/>
          <w:b/>
          <w:bCs/>
          <w:i w:val="0"/>
          <w:iCs w:val="0"/>
          <w:sz w:val="32"/>
          <w:szCs w:val="32"/>
        </w:rPr>
        <w:t xml:space="preserve"> 13</w:t>
      </w: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人</w:t>
      </w:r>
    </w:p>
    <w:p w:rsidR="006C7799" w:rsidRPr="00A95DBE" w:rsidRDefault="006C7799" w:rsidP="006F6B19">
      <w:pPr>
        <w:rPr>
          <w:rFonts w:ascii="仿宋_GB2312" w:eastAsia="仿宋_GB2312" w:hAnsi="仿宋" w:cs="仿宋_GB2312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刘恒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徐</w:t>
      </w:r>
      <w:r>
        <w:rPr>
          <w:rFonts w:ascii="仿宋_GB2312" w:eastAsia="仿宋_GB2312" w:hAnsi="仿宋" w:cs="仿宋_GB2312" w:hint="eastAsia"/>
          <w:sz w:val="32"/>
          <w:szCs w:val="32"/>
        </w:rPr>
        <w:t>仕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聪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马坤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柯胜红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刘世惠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章光丽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高桂芬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唐炳生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颜文生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钱西宁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李洪周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姚生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赵永珲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6C7799" w:rsidRPr="00A95DBE" w:rsidRDefault="006C7799" w:rsidP="00112778">
      <w:pPr>
        <w:rPr>
          <w:rStyle w:val="Emphasis"/>
          <w:rFonts w:ascii="仿宋_GB2312" w:eastAsia="仿宋_GB2312" w:hAnsi="仿宋"/>
          <w:b/>
          <w:bCs/>
          <w:i w:val="0"/>
          <w:iCs w:val="0"/>
          <w:sz w:val="32"/>
          <w:szCs w:val="32"/>
        </w:rPr>
      </w:pP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西藏自治区</w:t>
      </w:r>
      <w:r w:rsidRPr="00A95DBE">
        <w:rPr>
          <w:rStyle w:val="Emphasis"/>
          <w:rFonts w:ascii="仿宋_GB2312" w:eastAsia="仿宋_GB2312" w:hAnsi="仿宋" w:cs="仿宋_GB2312"/>
          <w:b/>
          <w:bCs/>
          <w:i w:val="0"/>
          <w:iCs w:val="0"/>
          <w:sz w:val="32"/>
          <w:szCs w:val="32"/>
        </w:rPr>
        <w:t xml:space="preserve"> </w:t>
      </w:r>
      <w:r>
        <w:rPr>
          <w:rStyle w:val="Emphasis"/>
          <w:rFonts w:ascii="仿宋_GB2312" w:eastAsia="仿宋_GB2312" w:hAnsi="仿宋" w:cs="仿宋_GB2312"/>
          <w:b/>
          <w:bCs/>
          <w:i w:val="0"/>
          <w:iCs w:val="0"/>
          <w:sz w:val="32"/>
          <w:szCs w:val="32"/>
        </w:rPr>
        <w:t>5</w:t>
      </w: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人</w:t>
      </w:r>
    </w:p>
    <w:p w:rsidR="006C7799" w:rsidRPr="00A95DBE" w:rsidRDefault="006C7799" w:rsidP="005D1134">
      <w:pPr>
        <w:rPr>
          <w:rFonts w:ascii="仿宋_GB2312" w:eastAsia="仿宋_GB2312" w:hAnsi="仿宋" w:cs="仿宋_GB2312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均拉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格松拉姆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扎西吉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洛桑卓玛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尼玛欧珠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6C7799" w:rsidRPr="00A95DBE" w:rsidRDefault="006C7799" w:rsidP="00112778">
      <w:pPr>
        <w:rPr>
          <w:rStyle w:val="Emphasis"/>
          <w:rFonts w:ascii="仿宋_GB2312" w:eastAsia="仿宋_GB2312" w:hAnsi="仿宋"/>
          <w:b/>
          <w:bCs/>
          <w:i w:val="0"/>
          <w:iCs w:val="0"/>
          <w:sz w:val="32"/>
          <w:szCs w:val="32"/>
        </w:rPr>
      </w:pP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陕西省</w:t>
      </w:r>
      <w:r w:rsidRPr="00A95DBE">
        <w:rPr>
          <w:rStyle w:val="Emphasis"/>
          <w:rFonts w:ascii="仿宋_GB2312" w:eastAsia="仿宋_GB2312" w:hAnsi="仿宋" w:cs="仿宋_GB2312"/>
          <w:b/>
          <w:bCs/>
          <w:i w:val="0"/>
          <w:iCs w:val="0"/>
          <w:sz w:val="32"/>
          <w:szCs w:val="32"/>
        </w:rPr>
        <w:t xml:space="preserve"> 5</w:t>
      </w: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人</w:t>
      </w:r>
    </w:p>
    <w:p w:rsidR="006C7799" w:rsidRPr="00A95DBE" w:rsidRDefault="006C7799" w:rsidP="00CB70AF">
      <w:pPr>
        <w:rPr>
          <w:rFonts w:ascii="仿宋_GB2312" w:eastAsia="仿宋_GB2312" w:hAnsi="仿宋" w:cs="仿宋_GB2312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蒲屹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田春林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殷学忠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贺松林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王健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6C7799" w:rsidRPr="00A95DBE" w:rsidRDefault="006C7799" w:rsidP="00112778">
      <w:pPr>
        <w:rPr>
          <w:rStyle w:val="Emphasis"/>
          <w:rFonts w:ascii="仿宋_GB2312" w:eastAsia="仿宋_GB2312" w:hAnsi="仿宋"/>
          <w:b/>
          <w:bCs/>
          <w:i w:val="0"/>
          <w:iCs w:val="0"/>
          <w:sz w:val="32"/>
          <w:szCs w:val="32"/>
        </w:rPr>
      </w:pP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甘肃省</w:t>
      </w:r>
      <w:r w:rsidRPr="00A95DBE">
        <w:rPr>
          <w:rStyle w:val="Emphasis"/>
          <w:rFonts w:ascii="仿宋_GB2312" w:eastAsia="仿宋_GB2312" w:hAnsi="仿宋" w:cs="仿宋_GB2312"/>
          <w:b/>
          <w:bCs/>
          <w:i w:val="0"/>
          <w:iCs w:val="0"/>
          <w:sz w:val="32"/>
          <w:szCs w:val="32"/>
        </w:rPr>
        <w:t xml:space="preserve"> 16</w:t>
      </w: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人</w:t>
      </w:r>
    </w:p>
    <w:p w:rsidR="006C7799" w:rsidRPr="00A95DBE" w:rsidRDefault="006C7799" w:rsidP="00580479">
      <w:pPr>
        <w:rPr>
          <w:rFonts w:ascii="仿宋_GB2312" w:eastAsia="仿宋_GB2312" w:hAnsi="仿宋" w:cs="仿宋_GB2312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李越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胡兴明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赵春园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马占宝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李天全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章继刚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景彩莲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李志昌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关欣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彭可伟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张兆玉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鲁光波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胡锐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赵彦彩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崔军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冯重庆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6C7799" w:rsidRPr="00A95DBE" w:rsidRDefault="006C7799" w:rsidP="00112778">
      <w:pPr>
        <w:rPr>
          <w:rStyle w:val="Emphasis"/>
          <w:rFonts w:ascii="仿宋_GB2312" w:eastAsia="仿宋_GB2312" w:hAnsi="仿宋"/>
          <w:b/>
          <w:bCs/>
          <w:i w:val="0"/>
          <w:iCs w:val="0"/>
          <w:sz w:val="32"/>
          <w:szCs w:val="32"/>
        </w:rPr>
      </w:pP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青海省</w:t>
      </w:r>
      <w:r w:rsidRPr="00A95DBE">
        <w:rPr>
          <w:rStyle w:val="Emphasis"/>
          <w:rFonts w:ascii="仿宋_GB2312" w:eastAsia="仿宋_GB2312" w:hAnsi="仿宋" w:cs="仿宋_GB2312"/>
          <w:b/>
          <w:bCs/>
          <w:i w:val="0"/>
          <w:iCs w:val="0"/>
          <w:sz w:val="32"/>
          <w:szCs w:val="32"/>
        </w:rPr>
        <w:t xml:space="preserve"> 5</w:t>
      </w: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人</w:t>
      </w:r>
    </w:p>
    <w:p w:rsidR="006C7799" w:rsidRPr="00A95DBE" w:rsidRDefault="006C7799" w:rsidP="00F07F34">
      <w:pPr>
        <w:rPr>
          <w:rFonts w:ascii="仿宋_GB2312" w:eastAsia="仿宋_GB2312" w:hAnsi="仿宋" w:cs="Times New Roman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王淑娟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戎芸华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程秀英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邵玉玲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王芳</w:t>
      </w:r>
    </w:p>
    <w:p w:rsidR="006C7799" w:rsidRPr="00A95DBE" w:rsidRDefault="006C7799" w:rsidP="00112778">
      <w:pPr>
        <w:rPr>
          <w:rStyle w:val="Emphasis"/>
          <w:rFonts w:ascii="仿宋_GB2312" w:eastAsia="仿宋_GB2312" w:hAnsi="仿宋"/>
          <w:b/>
          <w:bCs/>
          <w:i w:val="0"/>
          <w:iCs w:val="0"/>
          <w:sz w:val="32"/>
          <w:szCs w:val="32"/>
        </w:rPr>
      </w:pP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宁夏回族自治区</w:t>
      </w:r>
      <w:r w:rsidRPr="00A95DBE">
        <w:rPr>
          <w:rStyle w:val="Emphasis"/>
          <w:rFonts w:ascii="仿宋_GB2312" w:eastAsia="仿宋_GB2312" w:hAnsi="仿宋" w:cs="仿宋_GB2312"/>
          <w:b/>
          <w:bCs/>
          <w:i w:val="0"/>
          <w:iCs w:val="0"/>
          <w:sz w:val="32"/>
          <w:szCs w:val="32"/>
        </w:rPr>
        <w:t xml:space="preserve"> 5</w:t>
      </w: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人</w:t>
      </w:r>
    </w:p>
    <w:p w:rsidR="006C7799" w:rsidRPr="00A95DBE" w:rsidRDefault="006C7799" w:rsidP="0084531F">
      <w:pPr>
        <w:rPr>
          <w:rFonts w:ascii="仿宋_GB2312" w:eastAsia="仿宋_GB2312" w:hAnsi="仿宋" w:cs="仿宋_GB2312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赵银萍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smartTag w:uri="urn:schemas-microsoft-com:office:smarttags" w:element="PersonName">
        <w:smartTagPr>
          <w:attr w:name="ProductID" w:val="吴"/>
        </w:smartTagPr>
        <w:r w:rsidRPr="00A95DBE">
          <w:rPr>
            <w:rFonts w:ascii="仿宋_GB2312" w:eastAsia="仿宋_GB2312" w:hAnsi="仿宋" w:cs="仿宋_GB2312" w:hint="eastAsia"/>
            <w:sz w:val="32"/>
            <w:szCs w:val="32"/>
          </w:rPr>
          <w:t>吴</w:t>
        </w:r>
      </w:smartTag>
      <w:r w:rsidRPr="00A95DBE">
        <w:rPr>
          <w:rFonts w:ascii="仿宋_GB2312" w:eastAsia="仿宋_GB2312" w:hAnsi="仿宋" w:cs="仿宋_GB2312" w:hint="eastAsia"/>
          <w:sz w:val="32"/>
          <w:szCs w:val="32"/>
        </w:rPr>
        <w:t>君红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席广鑫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刘红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刘剑宁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6C7799" w:rsidRPr="00A95DBE" w:rsidRDefault="006C7799" w:rsidP="00112778">
      <w:pPr>
        <w:rPr>
          <w:rStyle w:val="Emphasis"/>
          <w:rFonts w:ascii="仿宋_GB2312" w:eastAsia="仿宋_GB2312" w:hAnsi="仿宋"/>
          <w:b/>
          <w:bCs/>
          <w:i w:val="0"/>
          <w:iCs w:val="0"/>
          <w:sz w:val="32"/>
          <w:szCs w:val="32"/>
        </w:rPr>
      </w:pP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新疆维吾尔自治区</w:t>
      </w:r>
      <w:r w:rsidRPr="00A95DBE">
        <w:rPr>
          <w:rStyle w:val="Emphasis"/>
          <w:rFonts w:ascii="仿宋_GB2312" w:eastAsia="仿宋_GB2312" w:hAnsi="仿宋" w:cs="仿宋_GB2312"/>
          <w:b/>
          <w:bCs/>
          <w:i w:val="0"/>
          <w:iCs w:val="0"/>
          <w:sz w:val="32"/>
          <w:szCs w:val="32"/>
        </w:rPr>
        <w:t xml:space="preserve"> 11</w:t>
      </w: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人</w:t>
      </w:r>
    </w:p>
    <w:p w:rsidR="006C7799" w:rsidRDefault="006C7799" w:rsidP="008E756C">
      <w:pPr>
        <w:rPr>
          <w:rFonts w:ascii="仿宋_GB2312" w:eastAsia="仿宋_GB2312" w:hAnsi="仿宋" w:cs="Times New Roman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索颖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彭荷萍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李玉珍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张子英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贾允鲁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翟卫红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王岩英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李洁玉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6C7799" w:rsidRPr="00A95DBE" w:rsidRDefault="006C7799" w:rsidP="008E756C">
      <w:pPr>
        <w:rPr>
          <w:rFonts w:ascii="仿宋_GB2312" w:eastAsia="仿宋_GB2312" w:hAnsi="仿宋" w:cs="仿宋_GB2312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沈巾力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李世伟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陶发兴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6C7799" w:rsidRPr="00A95DBE" w:rsidRDefault="006C7799" w:rsidP="00112778">
      <w:pPr>
        <w:rPr>
          <w:rStyle w:val="Emphasis"/>
          <w:rFonts w:ascii="仿宋_GB2312" w:eastAsia="仿宋_GB2312" w:hAnsi="仿宋"/>
          <w:b/>
          <w:bCs/>
          <w:i w:val="0"/>
          <w:iCs w:val="0"/>
          <w:sz w:val="32"/>
          <w:szCs w:val="32"/>
        </w:rPr>
      </w:pP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新疆生产建设兵团</w:t>
      </w:r>
      <w:r w:rsidRPr="00A95DBE">
        <w:rPr>
          <w:rStyle w:val="Emphasis"/>
          <w:rFonts w:ascii="仿宋_GB2312" w:eastAsia="仿宋_GB2312" w:hAnsi="仿宋" w:cs="仿宋_GB2312"/>
          <w:b/>
          <w:bCs/>
          <w:i w:val="0"/>
          <w:iCs w:val="0"/>
          <w:sz w:val="32"/>
          <w:szCs w:val="32"/>
        </w:rPr>
        <w:t xml:space="preserve"> 5</w:t>
      </w:r>
      <w:r w:rsidRPr="00A95DBE">
        <w:rPr>
          <w:rStyle w:val="Emphasis"/>
          <w:rFonts w:ascii="仿宋_GB2312" w:eastAsia="仿宋_GB2312" w:hAnsi="仿宋" w:cs="仿宋_GB2312" w:hint="eastAsia"/>
          <w:b/>
          <w:bCs/>
          <w:i w:val="0"/>
          <w:iCs w:val="0"/>
          <w:sz w:val="32"/>
          <w:szCs w:val="32"/>
        </w:rPr>
        <w:t>人</w:t>
      </w:r>
    </w:p>
    <w:p w:rsidR="006C7799" w:rsidRPr="00A95DBE" w:rsidRDefault="006C7799" w:rsidP="00891663">
      <w:pPr>
        <w:rPr>
          <w:rFonts w:ascii="仿宋_GB2312" w:eastAsia="仿宋_GB2312" w:hAnsi="宋体" w:cs="Times New Roman"/>
          <w:sz w:val="32"/>
          <w:szCs w:val="32"/>
        </w:rPr>
      </w:pPr>
      <w:r w:rsidRPr="00A95DBE">
        <w:rPr>
          <w:rFonts w:ascii="仿宋_GB2312" w:eastAsia="仿宋_GB2312" w:hAnsi="仿宋" w:cs="仿宋_GB2312" w:hint="eastAsia"/>
          <w:sz w:val="32"/>
          <w:szCs w:val="32"/>
        </w:rPr>
        <w:t>刘晨霞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唐和平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仿宋" w:cs="仿宋_GB2312" w:hint="eastAsia"/>
          <w:sz w:val="32"/>
          <w:szCs w:val="32"/>
        </w:rPr>
        <w:t>郑斌</w:t>
      </w:r>
      <w:r w:rsidRPr="00A95DBE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宋体" w:cs="仿宋_GB2312" w:hint="eastAsia"/>
          <w:sz w:val="32"/>
          <w:szCs w:val="32"/>
        </w:rPr>
        <w:t>冯进军</w:t>
      </w:r>
      <w:r w:rsidRPr="00A95DBE">
        <w:rPr>
          <w:rFonts w:ascii="仿宋_GB2312" w:eastAsia="仿宋_GB2312" w:hAnsi="宋体" w:cs="仿宋_GB2312"/>
          <w:sz w:val="32"/>
          <w:szCs w:val="32"/>
        </w:rPr>
        <w:t xml:space="preserve"> </w:t>
      </w:r>
      <w:r w:rsidRPr="00A95DBE">
        <w:rPr>
          <w:rFonts w:ascii="仿宋_GB2312" w:eastAsia="仿宋_GB2312" w:hAnsi="宋体" w:cs="仿宋_GB2312" w:hint="eastAsia"/>
          <w:sz w:val="32"/>
          <w:szCs w:val="32"/>
        </w:rPr>
        <w:t>马海江</w:t>
      </w:r>
    </w:p>
    <w:p w:rsidR="006C7799" w:rsidRPr="00A95DBE" w:rsidRDefault="006C7799" w:rsidP="00112778">
      <w:pPr>
        <w:rPr>
          <w:rStyle w:val="Emphasis"/>
          <w:rFonts w:ascii="仿宋_GB2312" w:eastAsia="仿宋_GB2312" w:hAnsi="仿宋"/>
          <w:b/>
          <w:bCs/>
          <w:i w:val="0"/>
          <w:iCs w:val="0"/>
          <w:sz w:val="32"/>
          <w:szCs w:val="32"/>
        </w:rPr>
      </w:pPr>
    </w:p>
    <w:sectPr w:rsidR="006C7799" w:rsidRPr="00A95DBE" w:rsidSect="00D93B0B">
      <w:headerReference w:type="default" r:id="rId7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799" w:rsidRDefault="006C7799" w:rsidP="004605D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C7799" w:rsidRDefault="006C7799" w:rsidP="004605D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Lingoes Unicode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方正风雅宋简体">
    <w:altName w:val="方正静蕾简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799" w:rsidRDefault="006C7799" w:rsidP="004605D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C7799" w:rsidRDefault="006C7799" w:rsidP="004605D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799" w:rsidRDefault="006C7799" w:rsidP="00775911">
    <w:pPr>
      <w:pStyle w:val="Header"/>
      <w:pBdr>
        <w:bottom w:val="none" w:sz="0" w:space="0" w:color="auto"/>
      </w:pBdr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570B5B"/>
    <w:multiLevelType w:val="hybridMultilevel"/>
    <w:tmpl w:val="FC062CD4"/>
    <w:lvl w:ilvl="0" w:tplc="3B349274">
      <w:start w:val="1"/>
      <w:numFmt w:val="decimal"/>
      <w:lvlText w:val="%1、"/>
      <w:lvlJc w:val="left"/>
      <w:pPr>
        <w:ind w:left="1245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36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78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20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62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04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46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88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05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05D3"/>
    <w:rsid w:val="00023907"/>
    <w:rsid w:val="000629C1"/>
    <w:rsid w:val="0007775F"/>
    <w:rsid w:val="000A06E0"/>
    <w:rsid w:val="000B7707"/>
    <w:rsid w:val="000E4AF8"/>
    <w:rsid w:val="00100728"/>
    <w:rsid w:val="00100F0C"/>
    <w:rsid w:val="0010209B"/>
    <w:rsid w:val="00103E47"/>
    <w:rsid w:val="00106A31"/>
    <w:rsid w:val="00112778"/>
    <w:rsid w:val="00115362"/>
    <w:rsid w:val="00132203"/>
    <w:rsid w:val="0014409C"/>
    <w:rsid w:val="00153A3D"/>
    <w:rsid w:val="001A0342"/>
    <w:rsid w:val="001A09E3"/>
    <w:rsid w:val="001A3ABF"/>
    <w:rsid w:val="001B1383"/>
    <w:rsid w:val="001B40F1"/>
    <w:rsid w:val="001C61C0"/>
    <w:rsid w:val="001D300C"/>
    <w:rsid w:val="0023088C"/>
    <w:rsid w:val="00252971"/>
    <w:rsid w:val="0025728E"/>
    <w:rsid w:val="00265141"/>
    <w:rsid w:val="00280430"/>
    <w:rsid w:val="00295DD4"/>
    <w:rsid w:val="00297456"/>
    <w:rsid w:val="002D7489"/>
    <w:rsid w:val="00300601"/>
    <w:rsid w:val="00334683"/>
    <w:rsid w:val="00371CA4"/>
    <w:rsid w:val="00380D70"/>
    <w:rsid w:val="003A29EF"/>
    <w:rsid w:val="003E5375"/>
    <w:rsid w:val="003E74D0"/>
    <w:rsid w:val="003F47A8"/>
    <w:rsid w:val="00420269"/>
    <w:rsid w:val="00457A4F"/>
    <w:rsid w:val="004605D3"/>
    <w:rsid w:val="00483F62"/>
    <w:rsid w:val="00486D89"/>
    <w:rsid w:val="004A34F3"/>
    <w:rsid w:val="004B0997"/>
    <w:rsid w:val="004D06AB"/>
    <w:rsid w:val="004D50D4"/>
    <w:rsid w:val="004F27F8"/>
    <w:rsid w:val="004F637E"/>
    <w:rsid w:val="0051711E"/>
    <w:rsid w:val="00531D50"/>
    <w:rsid w:val="00534A29"/>
    <w:rsid w:val="00576B42"/>
    <w:rsid w:val="00580479"/>
    <w:rsid w:val="005A2B8F"/>
    <w:rsid w:val="005C692B"/>
    <w:rsid w:val="005D1134"/>
    <w:rsid w:val="005E1876"/>
    <w:rsid w:val="005E4E0A"/>
    <w:rsid w:val="00603A64"/>
    <w:rsid w:val="00623CB1"/>
    <w:rsid w:val="006407A5"/>
    <w:rsid w:val="00655637"/>
    <w:rsid w:val="00663CE3"/>
    <w:rsid w:val="006700A7"/>
    <w:rsid w:val="0067334E"/>
    <w:rsid w:val="00692D97"/>
    <w:rsid w:val="006A5E75"/>
    <w:rsid w:val="006A7F7C"/>
    <w:rsid w:val="006C73C9"/>
    <w:rsid w:val="006C7799"/>
    <w:rsid w:val="006E6F2B"/>
    <w:rsid w:val="006F6B19"/>
    <w:rsid w:val="00716C90"/>
    <w:rsid w:val="007174D8"/>
    <w:rsid w:val="00737142"/>
    <w:rsid w:val="007514D9"/>
    <w:rsid w:val="00775911"/>
    <w:rsid w:val="007963B1"/>
    <w:rsid w:val="00796A98"/>
    <w:rsid w:val="00812C95"/>
    <w:rsid w:val="0081383C"/>
    <w:rsid w:val="00815B93"/>
    <w:rsid w:val="00836D84"/>
    <w:rsid w:val="0084531F"/>
    <w:rsid w:val="0085215E"/>
    <w:rsid w:val="00891663"/>
    <w:rsid w:val="008D4BEA"/>
    <w:rsid w:val="008E45F8"/>
    <w:rsid w:val="008E756C"/>
    <w:rsid w:val="008F5E30"/>
    <w:rsid w:val="00905E10"/>
    <w:rsid w:val="009063EE"/>
    <w:rsid w:val="00933F36"/>
    <w:rsid w:val="009374F5"/>
    <w:rsid w:val="009443A6"/>
    <w:rsid w:val="00997A9E"/>
    <w:rsid w:val="009A6008"/>
    <w:rsid w:val="009B0109"/>
    <w:rsid w:val="009C1FE7"/>
    <w:rsid w:val="009E67E7"/>
    <w:rsid w:val="00A26FA1"/>
    <w:rsid w:val="00A55743"/>
    <w:rsid w:val="00A953E5"/>
    <w:rsid w:val="00A95DBE"/>
    <w:rsid w:val="00AD30FF"/>
    <w:rsid w:val="00AD674A"/>
    <w:rsid w:val="00B15F8F"/>
    <w:rsid w:val="00B627F6"/>
    <w:rsid w:val="00B9654B"/>
    <w:rsid w:val="00BA05CE"/>
    <w:rsid w:val="00BD1596"/>
    <w:rsid w:val="00BD1C22"/>
    <w:rsid w:val="00BD447D"/>
    <w:rsid w:val="00BE36C4"/>
    <w:rsid w:val="00C157B7"/>
    <w:rsid w:val="00C34E1F"/>
    <w:rsid w:val="00C41F91"/>
    <w:rsid w:val="00C54440"/>
    <w:rsid w:val="00C66E5C"/>
    <w:rsid w:val="00C70BA2"/>
    <w:rsid w:val="00C856BF"/>
    <w:rsid w:val="00C94A64"/>
    <w:rsid w:val="00CB70AF"/>
    <w:rsid w:val="00CF5556"/>
    <w:rsid w:val="00D239C2"/>
    <w:rsid w:val="00D3724D"/>
    <w:rsid w:val="00D455F6"/>
    <w:rsid w:val="00D538A4"/>
    <w:rsid w:val="00D6393F"/>
    <w:rsid w:val="00D71BEC"/>
    <w:rsid w:val="00D759EB"/>
    <w:rsid w:val="00D85A8B"/>
    <w:rsid w:val="00D93B0B"/>
    <w:rsid w:val="00DD55D5"/>
    <w:rsid w:val="00DE5C81"/>
    <w:rsid w:val="00E55105"/>
    <w:rsid w:val="00E64F96"/>
    <w:rsid w:val="00E71912"/>
    <w:rsid w:val="00E809A4"/>
    <w:rsid w:val="00E86FD2"/>
    <w:rsid w:val="00EE6867"/>
    <w:rsid w:val="00F0799C"/>
    <w:rsid w:val="00F07F34"/>
    <w:rsid w:val="00F37B1D"/>
    <w:rsid w:val="00F429EF"/>
    <w:rsid w:val="00F42CF2"/>
    <w:rsid w:val="00F81B9B"/>
    <w:rsid w:val="00F95176"/>
    <w:rsid w:val="00F9607F"/>
    <w:rsid w:val="00FA682A"/>
    <w:rsid w:val="00FB2191"/>
    <w:rsid w:val="00FB6F0E"/>
    <w:rsid w:val="00FD54AE"/>
    <w:rsid w:val="00FD6432"/>
    <w:rsid w:val="00FE0048"/>
    <w:rsid w:val="00FE0AD3"/>
    <w:rsid w:val="00FF3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B1D"/>
    <w:pPr>
      <w:widowControl w:val="0"/>
      <w:jc w:val="both"/>
    </w:pPr>
    <w:rPr>
      <w:rFonts w:cs="Calibri"/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605D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605D3"/>
    <w:rPr>
      <w:rFonts w:cs="Times New Roman"/>
      <w:b/>
      <w:bCs/>
      <w:kern w:val="44"/>
      <w:sz w:val="44"/>
      <w:szCs w:val="44"/>
    </w:rPr>
  </w:style>
  <w:style w:type="paragraph" w:styleId="Header">
    <w:name w:val="header"/>
    <w:basedOn w:val="Normal"/>
    <w:link w:val="HeaderChar"/>
    <w:uiPriority w:val="99"/>
    <w:semiHidden/>
    <w:rsid w:val="004605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605D3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4605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605D3"/>
    <w:rPr>
      <w:rFonts w:cs="Times New Roman"/>
      <w:sz w:val="18"/>
      <w:szCs w:val="18"/>
    </w:rPr>
  </w:style>
  <w:style w:type="character" w:styleId="Emphasis">
    <w:name w:val="Emphasis"/>
    <w:basedOn w:val="DefaultParagraphFont"/>
    <w:uiPriority w:val="99"/>
    <w:qFormat/>
    <w:rsid w:val="004605D3"/>
    <w:rPr>
      <w:rFonts w:cs="Times New Roman"/>
      <w:i/>
      <w:iCs/>
    </w:rPr>
  </w:style>
  <w:style w:type="paragraph" w:styleId="NoSpacing">
    <w:name w:val="No Spacing"/>
    <w:uiPriority w:val="99"/>
    <w:qFormat/>
    <w:rsid w:val="004605D3"/>
    <w:pPr>
      <w:widowControl w:val="0"/>
      <w:jc w:val="both"/>
    </w:pPr>
    <w:rPr>
      <w:rFonts w:cs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1C61C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E0AD3"/>
    <w:rPr>
      <w:rFonts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70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463</TotalTime>
  <Pages>8</Pages>
  <Words>622</Words>
  <Characters>3549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MC SYSTEM</cp:lastModifiedBy>
  <cp:revision>112</cp:revision>
  <cp:lastPrinted>2012-02-28T03:22:00Z</cp:lastPrinted>
  <dcterms:created xsi:type="dcterms:W3CDTF">2011-09-08T05:35:00Z</dcterms:created>
  <dcterms:modified xsi:type="dcterms:W3CDTF">2012-03-27T07:01:00Z</dcterms:modified>
</cp:coreProperties>
</file>